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69F8CB23" w14:textId="1342A72B" w:rsidR="00A857E6" w:rsidRPr="00493CA2" w:rsidRDefault="003F73EE" w:rsidP="00195F70">
      <w:pPr>
        <w:jc w:val="both"/>
        <w:rPr>
          <w:rFonts w:asciiTheme="minorHAnsi" w:hAnsiTheme="minorHAnsi" w:cs="Arial"/>
          <w:b/>
          <w:bCs/>
          <w:sz w:val="20"/>
          <w:szCs w:val="20"/>
        </w:rPr>
      </w:pPr>
      <w:r w:rsidRPr="00493CA2">
        <w:rPr>
          <w:rFonts w:asciiTheme="minorHAnsi" w:hAnsiTheme="minorHAnsi" w:cs="Arial"/>
          <w:b/>
          <w:bCs/>
          <w:sz w:val="20"/>
          <w:szCs w:val="20"/>
        </w:rPr>
        <w:t xml:space="preserve">Procedura Aperta n. 8/2025, suddivisa in due lotti, da esperirsi mediante Richiesta di Offerta in Busta Chiusa Digitale, gestita interamente per via telematica, da aggiudicarsi con il criterio dell’offerta economicamente più vantaggiosa, ai sensi degli artt. 25, 108 comma 1, 154 e 155 comma 3 lett. c) del D.lgs. n. 36/2023 e s.m.i., per l’affidamento, mediante Accordo Quadro, della fornitura di n. 70 autobus da adibire al trasporto pubblico di linea con servizio decennale di Global Service manutentivo. CPV 34121000-1; </w:t>
      </w:r>
      <w:r w:rsidR="00195F70" w:rsidRPr="00195F70">
        <w:rPr>
          <w:rFonts w:asciiTheme="minorHAnsi" w:hAnsiTheme="minorHAnsi" w:cs="Arial"/>
          <w:b/>
          <w:bCs/>
          <w:sz w:val="20"/>
          <w:szCs w:val="20"/>
        </w:rPr>
        <w:t>CUP Lotto 1 G80I2000000</w:t>
      </w:r>
      <w:r w:rsidR="00195F70">
        <w:rPr>
          <w:rFonts w:asciiTheme="minorHAnsi" w:hAnsiTheme="minorHAnsi" w:cs="Arial"/>
          <w:b/>
          <w:bCs/>
          <w:sz w:val="20"/>
          <w:szCs w:val="20"/>
        </w:rPr>
        <w:t xml:space="preserve">0001; Lotto 2 G80I20000000001 e </w:t>
      </w:r>
      <w:r w:rsidR="00195F70" w:rsidRPr="00195F70">
        <w:rPr>
          <w:rFonts w:asciiTheme="minorHAnsi" w:hAnsiTheme="minorHAnsi" w:cs="Arial"/>
          <w:b/>
          <w:bCs/>
          <w:sz w:val="20"/>
          <w:szCs w:val="20"/>
        </w:rPr>
        <w:t>F89J20002180008</w:t>
      </w:r>
      <w:r w:rsidR="00195F70">
        <w:rPr>
          <w:rFonts w:asciiTheme="minorHAnsi" w:hAnsiTheme="minorHAnsi" w:cs="Arial"/>
          <w:b/>
          <w:bCs/>
          <w:sz w:val="20"/>
          <w:szCs w:val="20"/>
        </w:rPr>
        <w:t>; CIG</w:t>
      </w:r>
      <w:r w:rsidR="006C26EC" w:rsidRPr="006C26EC">
        <w:rPr>
          <w:rFonts w:asciiTheme="minorHAnsi" w:hAnsiTheme="minorHAnsi" w:cs="Arial"/>
          <w:b/>
          <w:bCs/>
          <w:sz w:val="20"/>
          <w:szCs w:val="20"/>
        </w:rPr>
        <w:t xml:space="preserve"> Lotto 1: B6B4955D8A; CIG Lotto 2: B6B4956E5D</w:t>
      </w:r>
      <w:r w:rsidR="006C26EC">
        <w:rPr>
          <w:rFonts w:asciiTheme="minorHAnsi" w:hAnsiTheme="minorHAnsi" w:cs="Arial"/>
          <w:b/>
          <w:bCs/>
          <w:sz w:val="20"/>
          <w:szCs w:val="20"/>
        </w:rPr>
        <w:t xml:space="preserve">. </w:t>
      </w:r>
      <w:r w:rsidRPr="00493CA2">
        <w:rPr>
          <w:rFonts w:asciiTheme="minorHAnsi" w:hAnsiTheme="minorHAnsi" w:cs="Arial"/>
          <w:b/>
          <w:bCs/>
          <w:sz w:val="20"/>
          <w:szCs w:val="20"/>
        </w:rPr>
        <w:t>RUP Francesca Bisin. DEC Lotto 1 Flavio De Caro; DEC Lotto 2 Andrea Cratassa.</w:t>
      </w:r>
    </w:p>
    <w:p w14:paraId="6455CF3C" w14:textId="77777777" w:rsidR="00B15371" w:rsidRDefault="00B15371" w:rsidP="00B15371">
      <w:pPr>
        <w:jc w:val="both"/>
        <w:rPr>
          <w:rFonts w:asciiTheme="minorHAnsi" w:hAnsiTheme="minorHAnsi" w:cs="Arial"/>
          <w:b/>
          <w:sz w:val="20"/>
          <w:szCs w:val="20"/>
        </w:rPr>
      </w:pPr>
    </w:p>
    <w:p w14:paraId="76EBADC6" w14:textId="77777777" w:rsidR="006361B6" w:rsidRPr="00493CA2" w:rsidRDefault="006361B6" w:rsidP="00B15371">
      <w:pPr>
        <w:jc w:val="both"/>
        <w:rPr>
          <w:rFonts w:asciiTheme="minorHAnsi" w:hAnsiTheme="minorHAnsi" w:cs="Arial"/>
          <w:b/>
          <w:sz w:val="20"/>
          <w:szCs w:val="20"/>
        </w:rPr>
      </w:pPr>
    </w:p>
    <w:p w14:paraId="38C4EC0A" w14:textId="54072C3E"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Il sottoscritto/a</w:t>
      </w:r>
      <w:r w:rsidRPr="00493CA2">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bookmarkEnd w:id="0"/>
        </w:sdtContent>
      </w:sdt>
    </w:p>
    <w:p w14:paraId="759FFC38" w14:textId="086654E9"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 xml:space="preserve">nato/a </w:t>
      </w:r>
      <w:proofErr w:type="spellStart"/>
      <w:r w:rsidRPr="00493CA2">
        <w:rPr>
          <w:rFonts w:asciiTheme="minorHAnsi" w:hAnsiTheme="minorHAnsi" w:cs="Arial"/>
          <w:kern w:val="3"/>
          <w:sz w:val="20"/>
          <w:szCs w:val="20"/>
        </w:rPr>
        <w:t>a</w:t>
      </w:r>
      <w:proofErr w:type="spellEnd"/>
      <w:r w:rsidRPr="00493CA2">
        <w:rPr>
          <w:rFonts w:asciiTheme="minorHAnsi" w:hAnsiTheme="minorHAnsi" w:cs="Arial"/>
          <w:kern w:val="3"/>
          <w:sz w:val="20"/>
          <w:szCs w:val="20"/>
        </w:rPr>
        <w:t xml:space="preserve"> </w:t>
      </w:r>
      <w:r w:rsidRPr="00493CA2">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493CA2">
            <w:rPr>
              <w:rFonts w:asciiTheme="minorHAnsi" w:hAnsiTheme="minorHAnsi" w:cs="Arial"/>
              <w:sz w:val="20"/>
              <w:szCs w:val="20"/>
            </w:rPr>
            <w:t>.……………………………………………………………</w:t>
          </w:r>
        </w:sdtContent>
      </w:sdt>
      <w:r w:rsidRPr="00493CA2">
        <w:rPr>
          <w:rFonts w:asciiTheme="minorHAnsi" w:hAnsiTheme="minorHAnsi" w:cs="Arial"/>
          <w:i/>
          <w:kern w:val="3"/>
          <w:sz w:val="20"/>
          <w:szCs w:val="20"/>
        </w:rPr>
        <w:t xml:space="preserve"> </w:t>
      </w:r>
      <w:r w:rsidRPr="00493CA2">
        <w:rPr>
          <w:rFonts w:asciiTheme="minorHAnsi" w:hAnsiTheme="minorHAnsi" w:cs="Arial"/>
          <w:kern w:val="3"/>
          <w:sz w:val="20"/>
          <w:szCs w:val="20"/>
        </w:rPr>
        <w:t xml:space="preserve">il </w:t>
      </w:r>
      <w:r w:rsidRPr="00493CA2">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159BE037" w14:textId="721F7F38"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in qualità di (carica sociale)</w:t>
      </w:r>
      <w:r w:rsidRPr="00493CA2">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r w:rsidRPr="00493CA2">
        <w:rPr>
          <w:rFonts w:asciiTheme="minorHAnsi" w:hAnsiTheme="minorHAnsi" w:cs="Arial"/>
          <w:kern w:val="3"/>
          <w:sz w:val="20"/>
          <w:szCs w:val="20"/>
        </w:rPr>
        <w:t xml:space="preserve"> </w:t>
      </w:r>
    </w:p>
    <w:p w14:paraId="17F558CD" w14:textId="24DA2E8F"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 xml:space="preserve">della società </w:t>
      </w:r>
      <w:r w:rsidRPr="00493CA2">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3A5C7A81" w14:textId="3698441B"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sede legale</w:t>
      </w:r>
      <w:r w:rsidRPr="00493CA2">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08D46C07" w14:textId="1C657B00"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 xml:space="preserve">sede operativa </w:t>
      </w:r>
      <w:r w:rsidRPr="00493CA2">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5840EEC1" w14:textId="6A8EC7ED"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 xml:space="preserve">Codice Fiscale </w:t>
      </w:r>
      <w:r w:rsidRPr="00493CA2">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4E145461" w14:textId="1EFBA531"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 xml:space="preserve">Partita IVA </w:t>
      </w:r>
      <w:r w:rsidRPr="00493CA2">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493CA2">
            <w:rPr>
              <w:rFonts w:asciiTheme="minorHAnsi" w:hAnsiTheme="minorHAnsi" w:cs="Arial"/>
              <w:sz w:val="20"/>
              <w:szCs w:val="20"/>
            </w:rPr>
            <w:t>.……………………………………………………</w:t>
          </w:r>
        </w:sdtContent>
      </w:sdt>
      <w:r w:rsidRPr="00493CA2">
        <w:rPr>
          <w:rFonts w:asciiTheme="minorHAnsi" w:hAnsiTheme="minorHAnsi" w:cs="Arial"/>
          <w:kern w:val="3"/>
          <w:sz w:val="20"/>
          <w:szCs w:val="20"/>
        </w:rPr>
        <w:t xml:space="preserve"> n. telefono </w:t>
      </w:r>
      <w:r w:rsidRPr="00493CA2">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7CF5E726" w14:textId="3B62B18B"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indirizzo posta elettronica</w:t>
      </w:r>
      <w:r w:rsidRPr="00493CA2">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493CA2">
            <w:rPr>
              <w:rFonts w:asciiTheme="minorHAnsi" w:hAnsiTheme="minorHAnsi" w:cs="Arial"/>
              <w:sz w:val="20"/>
              <w:szCs w:val="20"/>
            </w:rPr>
            <w:t>………………………</w:t>
          </w:r>
        </w:sdtContent>
      </w:sdt>
      <w:r w:rsidRPr="00493CA2">
        <w:rPr>
          <w:rFonts w:asciiTheme="minorHAnsi" w:hAnsiTheme="minorHAnsi" w:cs="Arial"/>
          <w:i/>
          <w:kern w:val="3"/>
          <w:sz w:val="20"/>
          <w:szCs w:val="20"/>
        </w:rPr>
        <w:t xml:space="preserve"> </w:t>
      </w:r>
      <w:r w:rsidRPr="00493CA2">
        <w:rPr>
          <w:rFonts w:asciiTheme="minorHAnsi" w:hAnsiTheme="minorHAnsi" w:cs="Arial"/>
          <w:kern w:val="3"/>
          <w:sz w:val="20"/>
          <w:szCs w:val="20"/>
        </w:rPr>
        <w:t>; PEC:</w:t>
      </w:r>
      <w:r w:rsidRPr="00493CA2">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00B19BD0" w14:textId="77777777" w:rsidR="00F1507F" w:rsidRPr="00493CA2" w:rsidRDefault="00F1507F" w:rsidP="00F1507F">
      <w:pPr>
        <w:jc w:val="both"/>
        <w:rPr>
          <w:rFonts w:asciiTheme="minorHAnsi" w:hAnsiTheme="minorHAnsi" w:cs="Arial"/>
          <w:b/>
          <w:bCs/>
          <w:color w:val="000000"/>
          <w:sz w:val="20"/>
          <w:szCs w:val="20"/>
        </w:rPr>
      </w:pPr>
    </w:p>
    <w:p w14:paraId="38B3298B" w14:textId="77777777" w:rsidR="00F1507F" w:rsidRPr="00493CA2" w:rsidRDefault="00F1507F" w:rsidP="00F1507F">
      <w:pPr>
        <w:jc w:val="center"/>
        <w:rPr>
          <w:rFonts w:asciiTheme="minorHAnsi" w:hAnsiTheme="minorHAnsi" w:cs="Arial"/>
          <w:b/>
          <w:bCs/>
          <w:color w:val="000000"/>
          <w:sz w:val="20"/>
          <w:szCs w:val="20"/>
        </w:rPr>
      </w:pPr>
    </w:p>
    <w:p w14:paraId="56764EC0" w14:textId="2F84775C" w:rsidR="00F1507F" w:rsidRPr="00493CA2" w:rsidRDefault="00543199" w:rsidP="00F1507F">
      <w:pPr>
        <w:spacing w:line="360" w:lineRule="auto"/>
        <w:jc w:val="both"/>
        <w:rPr>
          <w:rFonts w:asciiTheme="minorHAnsi" w:hAnsiTheme="minorHAnsi" w:cs="Arial"/>
          <w:color w:val="000000"/>
          <w:sz w:val="20"/>
          <w:szCs w:val="20"/>
        </w:rPr>
      </w:pPr>
      <w:r w:rsidRPr="00493CA2">
        <w:rPr>
          <w:rFonts w:asciiTheme="minorHAnsi" w:hAnsiTheme="minorHAnsi" w:cs="Arial"/>
          <w:b/>
          <w:bCs/>
          <w:color w:val="000000"/>
          <w:sz w:val="20"/>
          <w:szCs w:val="20"/>
        </w:rPr>
        <w:t>Soggetto che presenta l’offerta</w:t>
      </w:r>
      <w:r w:rsidR="003D7FDE" w:rsidRPr="00493CA2">
        <w:rPr>
          <w:rFonts w:asciiTheme="minorHAnsi" w:hAnsiTheme="minorHAnsi" w:cs="Arial"/>
          <w:b/>
          <w:bCs/>
          <w:color w:val="000000"/>
          <w:sz w:val="20"/>
          <w:szCs w:val="20"/>
        </w:rPr>
        <w:t xml:space="preserve"> </w:t>
      </w:r>
      <w:r w:rsidR="00F1507F" w:rsidRPr="00493CA2">
        <w:rPr>
          <w:rFonts w:asciiTheme="minorHAnsi" w:hAnsiTheme="minorHAnsi" w:cs="Arial"/>
          <w:b/>
          <w:bCs/>
          <w:color w:val="000000"/>
          <w:sz w:val="20"/>
          <w:szCs w:val="20"/>
        </w:rPr>
        <w:t>nella sua qualità di:</w:t>
      </w:r>
      <w:r w:rsidR="00F1507F" w:rsidRPr="00493CA2">
        <w:rPr>
          <w:rFonts w:asciiTheme="minorHAnsi" w:hAnsiTheme="minorHAnsi" w:cs="Arial"/>
          <w:sz w:val="20"/>
          <w:szCs w:val="20"/>
        </w:rPr>
        <w:t xml:space="preserve"> </w:t>
      </w:r>
      <w:r w:rsidR="00F1507F" w:rsidRPr="00493CA2">
        <w:rPr>
          <w:rFonts w:asciiTheme="minorHAnsi" w:hAnsiTheme="minorHAnsi" w:cs="Arial"/>
          <w:color w:val="000000"/>
          <w:sz w:val="20"/>
          <w:szCs w:val="20"/>
        </w:rPr>
        <w:t>(barrare la casella che interessa)</w:t>
      </w:r>
    </w:p>
    <w:p w14:paraId="13B7F1D8" w14:textId="77777777" w:rsidR="00F1507F" w:rsidRPr="00493CA2" w:rsidRDefault="002E260B"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 xml:space="preserve">Titolare o Legale rappresentante </w:t>
      </w:r>
    </w:p>
    <w:p w14:paraId="12C5B9FF" w14:textId="77777777" w:rsidR="00F1507F" w:rsidRPr="00493CA2" w:rsidRDefault="002E260B"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Procuratore speciale / generale</w:t>
      </w:r>
    </w:p>
    <w:p w14:paraId="467D2CE6" w14:textId="77777777" w:rsidR="00F1507F" w:rsidRPr="00493CA2" w:rsidRDefault="00F1507F" w:rsidP="00F1507F">
      <w:pPr>
        <w:autoSpaceDE w:val="0"/>
        <w:autoSpaceDN w:val="0"/>
        <w:adjustRightInd w:val="0"/>
        <w:jc w:val="center"/>
        <w:rPr>
          <w:rFonts w:asciiTheme="minorHAnsi" w:hAnsiTheme="minorHAnsi" w:cs="Arial"/>
          <w:b/>
          <w:bCs/>
          <w:color w:val="000000"/>
          <w:sz w:val="20"/>
          <w:szCs w:val="20"/>
        </w:rPr>
      </w:pPr>
    </w:p>
    <w:p w14:paraId="4B305569" w14:textId="77777777" w:rsidR="00F1507F" w:rsidRPr="00493CA2" w:rsidRDefault="00F1507F" w:rsidP="00F1507F">
      <w:pPr>
        <w:autoSpaceDE w:val="0"/>
        <w:autoSpaceDN w:val="0"/>
        <w:adjustRightInd w:val="0"/>
        <w:jc w:val="center"/>
        <w:rPr>
          <w:rFonts w:asciiTheme="minorHAnsi" w:hAnsiTheme="minorHAnsi" w:cs="Arial"/>
          <w:color w:val="000000"/>
          <w:sz w:val="20"/>
          <w:szCs w:val="20"/>
        </w:rPr>
      </w:pPr>
      <w:r w:rsidRPr="00493CA2">
        <w:rPr>
          <w:rFonts w:asciiTheme="minorHAnsi" w:hAnsiTheme="minorHAnsi" w:cs="Arial"/>
          <w:b/>
          <w:bCs/>
          <w:color w:val="000000"/>
          <w:sz w:val="20"/>
          <w:szCs w:val="20"/>
        </w:rPr>
        <w:t xml:space="preserve">per: </w:t>
      </w:r>
      <w:r w:rsidRPr="00493CA2">
        <w:rPr>
          <w:rFonts w:asciiTheme="minorHAnsi" w:hAnsiTheme="minorHAnsi" w:cs="Arial"/>
          <w:color w:val="000000"/>
          <w:sz w:val="20"/>
          <w:szCs w:val="20"/>
        </w:rPr>
        <w:t>(barrare la casella che interessa)</w:t>
      </w:r>
    </w:p>
    <w:p w14:paraId="56AE2479" w14:textId="77777777" w:rsidR="00F1507F" w:rsidRPr="00493CA2"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23F70781" w:rsidR="00F1507F" w:rsidRPr="00493CA2" w:rsidRDefault="002E260B"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086487" w:rsidRPr="00493CA2">
        <w:rPr>
          <w:rFonts w:asciiTheme="minorHAnsi" w:hAnsiTheme="minorHAnsi" w:cs="Arial"/>
          <w:color w:val="000000"/>
          <w:sz w:val="20"/>
          <w:szCs w:val="20"/>
        </w:rPr>
        <w:t>Impresa individuale (D.l</w:t>
      </w:r>
      <w:r w:rsidR="00F1507F" w:rsidRPr="00493CA2">
        <w:rPr>
          <w:rFonts w:asciiTheme="minorHAnsi" w:hAnsiTheme="minorHAnsi" w:cs="Arial"/>
          <w:color w:val="000000"/>
          <w:sz w:val="20"/>
          <w:szCs w:val="20"/>
        </w:rPr>
        <w:t>gs. 36/2023 art. 65 – comma 2 - lett. a);</w:t>
      </w:r>
    </w:p>
    <w:p w14:paraId="0E4125A4" w14:textId="106A9B7C" w:rsidR="00F1507F" w:rsidRPr="00493CA2" w:rsidRDefault="002E260B"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Consorzio fra società coopera</w:t>
      </w:r>
      <w:r w:rsidR="00086487" w:rsidRPr="00493CA2">
        <w:rPr>
          <w:rFonts w:asciiTheme="minorHAnsi" w:hAnsiTheme="minorHAnsi" w:cs="Arial"/>
          <w:color w:val="000000"/>
          <w:sz w:val="20"/>
          <w:szCs w:val="20"/>
        </w:rPr>
        <w:t>tiva di produzione e lavoro (D.l</w:t>
      </w:r>
      <w:r w:rsidR="00F1507F" w:rsidRPr="00493CA2">
        <w:rPr>
          <w:rFonts w:asciiTheme="minorHAnsi" w:hAnsiTheme="minorHAnsi" w:cs="Arial"/>
          <w:color w:val="000000"/>
          <w:sz w:val="20"/>
          <w:szCs w:val="20"/>
        </w:rPr>
        <w:t>gs. 36/2023 art. 65 – comma 2 - lett. b);</w:t>
      </w:r>
    </w:p>
    <w:p w14:paraId="744DBEA5" w14:textId="55F21121" w:rsidR="00F1507F" w:rsidRPr="00493CA2" w:rsidRDefault="002E260B"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Cons</w:t>
      </w:r>
      <w:r w:rsidR="00086487" w:rsidRPr="00493CA2">
        <w:rPr>
          <w:rFonts w:asciiTheme="minorHAnsi" w:hAnsiTheme="minorHAnsi" w:cs="Arial"/>
          <w:color w:val="000000"/>
          <w:sz w:val="20"/>
          <w:szCs w:val="20"/>
        </w:rPr>
        <w:t>orzio tra imprese artigiane (D.l</w:t>
      </w:r>
      <w:r w:rsidR="00F1507F" w:rsidRPr="00493CA2">
        <w:rPr>
          <w:rFonts w:asciiTheme="minorHAnsi" w:hAnsiTheme="minorHAnsi" w:cs="Arial"/>
          <w:color w:val="000000"/>
          <w:sz w:val="20"/>
          <w:szCs w:val="20"/>
        </w:rPr>
        <w:t>gs. 36/2023 art. 65 – comma 2 - lett. c);</w:t>
      </w:r>
    </w:p>
    <w:p w14:paraId="6597B760" w14:textId="75EBA87A" w:rsidR="00F1507F" w:rsidRPr="00493CA2" w:rsidRDefault="002E260B"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086487" w:rsidRPr="00493CA2">
        <w:rPr>
          <w:rFonts w:asciiTheme="minorHAnsi" w:hAnsiTheme="minorHAnsi" w:cs="Arial"/>
          <w:color w:val="000000"/>
          <w:sz w:val="20"/>
          <w:szCs w:val="20"/>
        </w:rPr>
        <w:t>Consorzio stabile (D.l</w:t>
      </w:r>
      <w:r w:rsidR="00F1507F" w:rsidRPr="00493CA2">
        <w:rPr>
          <w:rFonts w:asciiTheme="minorHAnsi" w:hAnsiTheme="minorHAnsi" w:cs="Arial"/>
          <w:color w:val="000000"/>
          <w:sz w:val="20"/>
          <w:szCs w:val="20"/>
        </w:rPr>
        <w:t>gs. 36/2023 art. 65 – comma 2 - lett. d);</w:t>
      </w:r>
    </w:p>
    <w:p w14:paraId="0862CC66" w14:textId="0245C18D" w:rsidR="00F1507F" w:rsidRPr="00493CA2" w:rsidRDefault="002E260B"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Mandataria di u</w:t>
      </w:r>
      <w:r w:rsidR="00086487" w:rsidRPr="00493CA2">
        <w:rPr>
          <w:rFonts w:asciiTheme="minorHAnsi" w:hAnsiTheme="minorHAnsi" w:cs="Arial"/>
          <w:color w:val="000000"/>
          <w:sz w:val="20"/>
          <w:szCs w:val="20"/>
        </w:rPr>
        <w:t>n raggruppamento temporaneo (D.l</w:t>
      </w:r>
      <w:r w:rsidR="00F1507F" w:rsidRPr="00493CA2">
        <w:rPr>
          <w:rFonts w:asciiTheme="minorHAnsi" w:hAnsiTheme="minorHAnsi" w:cs="Arial"/>
          <w:color w:val="000000"/>
          <w:sz w:val="20"/>
          <w:szCs w:val="20"/>
        </w:rPr>
        <w:t>gs. 36/2023 art. 65 – comma 2 - lett. e);</w:t>
      </w:r>
    </w:p>
    <w:p w14:paraId="51481575" w14:textId="77777777" w:rsidR="00F1507F" w:rsidRPr="00493CA2" w:rsidRDefault="00F1507F" w:rsidP="00F1507F">
      <w:pPr>
        <w:autoSpaceDE w:val="0"/>
        <w:autoSpaceDN w:val="0"/>
        <w:adjustRightInd w:val="0"/>
        <w:spacing w:line="360" w:lineRule="auto"/>
        <w:jc w:val="both"/>
        <w:rPr>
          <w:rFonts w:asciiTheme="minorHAnsi" w:hAnsiTheme="minorHAnsi" w:cs="Arial"/>
          <w:color w:val="000000"/>
          <w:sz w:val="20"/>
          <w:szCs w:val="20"/>
        </w:rPr>
      </w:pPr>
      <w:r w:rsidRPr="00493CA2">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493CA2">
            <w:rPr>
              <w:rFonts w:ascii="Segoe UI Symbol" w:eastAsia="MS Gothic" w:hAnsi="Segoe UI Symbol" w:cs="Segoe UI Symbol"/>
              <w:sz w:val="20"/>
              <w:szCs w:val="20"/>
            </w:rPr>
            <w:t>☐</w:t>
          </w:r>
        </w:sdtContent>
      </w:sdt>
      <w:r w:rsidRPr="00493CA2">
        <w:rPr>
          <w:rFonts w:asciiTheme="minorHAnsi" w:hAnsiTheme="minorHAnsi" w:cs="Arial"/>
          <w:sz w:val="20"/>
          <w:szCs w:val="20"/>
        </w:rPr>
        <w:t xml:space="preserve"> costituito</w:t>
      </w:r>
    </w:p>
    <w:p w14:paraId="556C1061" w14:textId="77777777" w:rsidR="00F1507F" w:rsidRPr="00493CA2" w:rsidRDefault="00F1507F" w:rsidP="00F1507F">
      <w:pPr>
        <w:autoSpaceDE w:val="0"/>
        <w:autoSpaceDN w:val="0"/>
        <w:adjustRightInd w:val="0"/>
        <w:spacing w:line="360" w:lineRule="auto"/>
        <w:jc w:val="both"/>
        <w:rPr>
          <w:rFonts w:asciiTheme="minorHAnsi" w:hAnsiTheme="minorHAnsi" w:cs="Arial"/>
          <w:sz w:val="20"/>
          <w:szCs w:val="20"/>
        </w:rPr>
      </w:pPr>
      <w:r w:rsidRPr="00493CA2">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493CA2">
            <w:rPr>
              <w:rFonts w:ascii="Segoe UI Symbol" w:eastAsia="MS Gothic" w:hAnsi="Segoe UI Symbol" w:cs="Segoe UI Symbol"/>
              <w:sz w:val="20"/>
              <w:szCs w:val="20"/>
            </w:rPr>
            <w:t>☐</w:t>
          </w:r>
        </w:sdtContent>
      </w:sdt>
      <w:r w:rsidRPr="00493CA2">
        <w:rPr>
          <w:rFonts w:asciiTheme="minorHAnsi" w:hAnsiTheme="minorHAnsi" w:cs="Arial"/>
          <w:sz w:val="20"/>
          <w:szCs w:val="20"/>
        </w:rPr>
        <w:t xml:space="preserve"> non costituito</w:t>
      </w:r>
    </w:p>
    <w:p w14:paraId="18212733" w14:textId="4586D68B" w:rsidR="00F1507F" w:rsidRPr="00493CA2" w:rsidRDefault="002E260B"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Mandatari</w:t>
      </w:r>
      <w:r w:rsidR="00086487" w:rsidRPr="00493CA2">
        <w:rPr>
          <w:rFonts w:asciiTheme="minorHAnsi" w:hAnsiTheme="minorHAnsi" w:cs="Arial"/>
          <w:color w:val="000000"/>
          <w:sz w:val="20"/>
          <w:szCs w:val="20"/>
        </w:rPr>
        <w:t>a di un consorzio ordinario (D.l</w:t>
      </w:r>
      <w:r w:rsidR="00F1507F" w:rsidRPr="00493CA2">
        <w:rPr>
          <w:rFonts w:asciiTheme="minorHAnsi" w:hAnsiTheme="minorHAnsi" w:cs="Arial"/>
          <w:color w:val="000000"/>
          <w:sz w:val="20"/>
          <w:szCs w:val="20"/>
        </w:rPr>
        <w:t>gs. 36/2023 art. 65 – comma 2 - lett. f);</w:t>
      </w:r>
    </w:p>
    <w:p w14:paraId="4AE98DB8" w14:textId="77777777" w:rsidR="00F1507F" w:rsidRPr="00493CA2" w:rsidRDefault="00F1507F" w:rsidP="00F1507F">
      <w:pPr>
        <w:autoSpaceDE w:val="0"/>
        <w:autoSpaceDN w:val="0"/>
        <w:adjustRightInd w:val="0"/>
        <w:spacing w:line="360" w:lineRule="auto"/>
        <w:jc w:val="both"/>
        <w:rPr>
          <w:rFonts w:asciiTheme="minorHAnsi" w:hAnsiTheme="minorHAnsi" w:cs="Arial"/>
          <w:color w:val="000000"/>
          <w:sz w:val="20"/>
          <w:szCs w:val="20"/>
        </w:rPr>
      </w:pPr>
      <w:r w:rsidRPr="00493CA2">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493CA2">
            <w:rPr>
              <w:rFonts w:ascii="Segoe UI Symbol" w:eastAsia="MS Gothic" w:hAnsi="Segoe UI Symbol" w:cs="Segoe UI Symbol"/>
              <w:sz w:val="20"/>
              <w:szCs w:val="20"/>
            </w:rPr>
            <w:t>☐</w:t>
          </w:r>
        </w:sdtContent>
      </w:sdt>
      <w:r w:rsidRPr="00493CA2">
        <w:rPr>
          <w:rFonts w:asciiTheme="minorHAnsi" w:hAnsiTheme="minorHAnsi" w:cs="Arial"/>
          <w:sz w:val="20"/>
          <w:szCs w:val="20"/>
        </w:rPr>
        <w:t xml:space="preserve"> costituito</w:t>
      </w:r>
    </w:p>
    <w:p w14:paraId="7CEE9C8A" w14:textId="77777777" w:rsidR="00F1507F" w:rsidRPr="00493CA2" w:rsidRDefault="00F1507F" w:rsidP="00F1507F">
      <w:pPr>
        <w:autoSpaceDE w:val="0"/>
        <w:autoSpaceDN w:val="0"/>
        <w:adjustRightInd w:val="0"/>
        <w:spacing w:line="360" w:lineRule="auto"/>
        <w:jc w:val="both"/>
        <w:rPr>
          <w:rFonts w:asciiTheme="minorHAnsi" w:hAnsiTheme="minorHAnsi" w:cs="Arial"/>
          <w:sz w:val="20"/>
          <w:szCs w:val="20"/>
        </w:rPr>
      </w:pPr>
      <w:r w:rsidRPr="00493CA2">
        <w:rPr>
          <w:rFonts w:asciiTheme="minorHAnsi" w:hAnsiTheme="minorHAnsi" w:cs="Arial"/>
          <w:color w:val="000000"/>
          <w:sz w:val="20"/>
          <w:szCs w:val="20"/>
        </w:rPr>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493CA2">
            <w:rPr>
              <w:rFonts w:ascii="Segoe UI Symbol" w:eastAsia="MS Gothic" w:hAnsi="Segoe UI Symbol" w:cs="Segoe UI Symbol"/>
              <w:sz w:val="20"/>
              <w:szCs w:val="20"/>
            </w:rPr>
            <w:t>☐</w:t>
          </w:r>
        </w:sdtContent>
      </w:sdt>
      <w:r w:rsidRPr="00493CA2">
        <w:rPr>
          <w:rFonts w:asciiTheme="minorHAnsi" w:hAnsiTheme="minorHAnsi" w:cs="Arial"/>
          <w:sz w:val="20"/>
          <w:szCs w:val="20"/>
        </w:rPr>
        <w:t xml:space="preserve"> non costituito</w:t>
      </w:r>
    </w:p>
    <w:p w14:paraId="68F84C06" w14:textId="43310EF9" w:rsidR="00F1507F" w:rsidRPr="00493CA2" w:rsidRDefault="002E260B"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Aggr</w:t>
      </w:r>
      <w:r w:rsidR="00086487" w:rsidRPr="00493CA2">
        <w:rPr>
          <w:rFonts w:asciiTheme="minorHAnsi" w:hAnsiTheme="minorHAnsi" w:cs="Arial"/>
          <w:color w:val="000000"/>
          <w:sz w:val="20"/>
          <w:szCs w:val="20"/>
        </w:rPr>
        <w:t>egazione di imprese di rete (D.l</w:t>
      </w:r>
      <w:r w:rsidR="00F1507F" w:rsidRPr="00493CA2">
        <w:rPr>
          <w:rFonts w:asciiTheme="minorHAnsi" w:hAnsiTheme="minorHAnsi" w:cs="Arial"/>
          <w:color w:val="000000"/>
          <w:sz w:val="20"/>
          <w:szCs w:val="20"/>
        </w:rPr>
        <w:t>gs. 36/2023 art. 65 – comma 2 - lett. g);</w:t>
      </w:r>
    </w:p>
    <w:p w14:paraId="18895F9E" w14:textId="77777777" w:rsidR="00F1507F" w:rsidRPr="00493CA2" w:rsidRDefault="00F1507F" w:rsidP="00F1507F">
      <w:pPr>
        <w:autoSpaceDE w:val="0"/>
        <w:autoSpaceDN w:val="0"/>
        <w:adjustRightInd w:val="0"/>
        <w:spacing w:line="360" w:lineRule="auto"/>
        <w:jc w:val="both"/>
        <w:rPr>
          <w:rFonts w:asciiTheme="minorHAnsi" w:hAnsiTheme="minorHAnsi" w:cs="Arial"/>
          <w:color w:val="000000"/>
          <w:sz w:val="20"/>
          <w:szCs w:val="20"/>
        </w:rPr>
      </w:pPr>
      <w:r w:rsidRPr="00493CA2">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493CA2">
            <w:rPr>
              <w:rFonts w:ascii="Segoe UI Symbol" w:eastAsia="MS Gothic" w:hAnsi="Segoe UI Symbol" w:cs="Segoe UI Symbol"/>
              <w:color w:val="000000"/>
              <w:sz w:val="20"/>
              <w:szCs w:val="20"/>
            </w:rPr>
            <w:t>☐</w:t>
          </w:r>
        </w:sdtContent>
      </w:sdt>
      <w:r w:rsidRPr="00493CA2">
        <w:rPr>
          <w:rFonts w:asciiTheme="minorHAnsi" w:hAnsiTheme="minorHAnsi" w:cs="Arial"/>
          <w:color w:val="000000"/>
          <w:sz w:val="20"/>
          <w:szCs w:val="20"/>
        </w:rPr>
        <w:t>dotata di un organo comune con potere di rappresentanza e di soggettività giuridica;</w:t>
      </w:r>
    </w:p>
    <w:p w14:paraId="6925F747" w14:textId="77777777" w:rsidR="00F1507F" w:rsidRPr="00493CA2" w:rsidRDefault="00F1507F" w:rsidP="00F1507F">
      <w:pPr>
        <w:autoSpaceDE w:val="0"/>
        <w:autoSpaceDN w:val="0"/>
        <w:adjustRightInd w:val="0"/>
        <w:spacing w:line="360" w:lineRule="auto"/>
        <w:jc w:val="both"/>
        <w:rPr>
          <w:rFonts w:asciiTheme="minorHAnsi" w:hAnsiTheme="minorHAnsi" w:cs="Arial"/>
          <w:color w:val="000000"/>
          <w:sz w:val="20"/>
          <w:szCs w:val="20"/>
        </w:rPr>
      </w:pPr>
      <w:r w:rsidRPr="00493CA2">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493CA2">
            <w:rPr>
              <w:rFonts w:ascii="Segoe UI Symbol" w:eastAsia="MS Gothic" w:hAnsi="Segoe UI Symbol" w:cs="Segoe UI Symbol"/>
              <w:color w:val="000000"/>
              <w:sz w:val="20"/>
              <w:szCs w:val="20"/>
            </w:rPr>
            <w:t>☐</w:t>
          </w:r>
        </w:sdtContent>
      </w:sdt>
      <w:r w:rsidRPr="00493CA2">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493CA2" w:rsidRDefault="00F1507F" w:rsidP="00F1507F">
      <w:pPr>
        <w:autoSpaceDE w:val="0"/>
        <w:autoSpaceDN w:val="0"/>
        <w:adjustRightInd w:val="0"/>
        <w:spacing w:line="360" w:lineRule="auto"/>
        <w:jc w:val="both"/>
        <w:rPr>
          <w:rFonts w:asciiTheme="minorHAnsi" w:hAnsiTheme="minorHAnsi" w:cs="Arial"/>
          <w:color w:val="000000"/>
          <w:sz w:val="20"/>
          <w:szCs w:val="20"/>
        </w:rPr>
      </w:pPr>
      <w:r w:rsidRPr="00493CA2">
        <w:rPr>
          <w:rFonts w:asciiTheme="minorHAnsi" w:hAnsiTheme="minorHAnsi" w:cs="Arial"/>
          <w:color w:val="000000"/>
          <w:sz w:val="20"/>
          <w:szCs w:val="20"/>
        </w:rPr>
        <w:lastRenderedPageBreak/>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493CA2">
            <w:rPr>
              <w:rFonts w:ascii="Segoe UI Symbol" w:eastAsia="MS Gothic" w:hAnsi="Segoe UI Symbol" w:cs="Segoe UI Symbol"/>
              <w:color w:val="000000"/>
              <w:sz w:val="20"/>
              <w:szCs w:val="20"/>
            </w:rPr>
            <w:t>☐</w:t>
          </w:r>
        </w:sdtContent>
      </w:sdt>
      <w:r w:rsidRPr="00493CA2">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35DE7669" w:rsidR="00F1507F" w:rsidRPr="00493CA2" w:rsidRDefault="002E260B"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 xml:space="preserve"> </w:t>
      </w:r>
      <w:r w:rsidR="00086487" w:rsidRPr="00493CA2">
        <w:rPr>
          <w:rFonts w:asciiTheme="minorHAnsi" w:hAnsiTheme="minorHAnsi" w:cs="Arial"/>
          <w:color w:val="000000"/>
          <w:sz w:val="20"/>
          <w:szCs w:val="20"/>
          <w:lang w:val="en-US"/>
        </w:rPr>
        <w:t>GEIE (</w:t>
      </w:r>
      <w:r w:rsidR="00A9283B" w:rsidRPr="00493CA2">
        <w:rPr>
          <w:rFonts w:asciiTheme="minorHAnsi" w:hAnsiTheme="minorHAnsi" w:cs="Arial"/>
          <w:color w:val="000000"/>
          <w:sz w:val="20"/>
          <w:szCs w:val="20"/>
          <w:lang w:val="en-US"/>
        </w:rPr>
        <w:t>D.Lgs.</w:t>
      </w:r>
      <w:r w:rsidR="00F1507F" w:rsidRPr="00493CA2">
        <w:rPr>
          <w:rFonts w:asciiTheme="minorHAnsi" w:hAnsiTheme="minorHAnsi" w:cs="Arial"/>
          <w:color w:val="000000"/>
          <w:sz w:val="20"/>
          <w:szCs w:val="20"/>
          <w:lang w:val="en-US"/>
        </w:rPr>
        <w:t xml:space="preserve"> 36/2023 art. 65 – comma 2 - lett. h);</w:t>
      </w:r>
    </w:p>
    <w:p w14:paraId="25C6D37E" w14:textId="77777777" w:rsidR="00F1507F" w:rsidRPr="00493CA2" w:rsidRDefault="00F1507F" w:rsidP="00F1507F">
      <w:pPr>
        <w:pStyle w:val="LetteraTipo"/>
        <w:jc w:val="both"/>
        <w:rPr>
          <w:rFonts w:asciiTheme="minorHAnsi" w:hAnsiTheme="minorHAnsi"/>
          <w:b/>
        </w:rPr>
      </w:pPr>
    </w:p>
    <w:p w14:paraId="57AC5D24" w14:textId="77777777" w:rsidR="00F1507F" w:rsidRPr="00493CA2" w:rsidRDefault="00F1507F" w:rsidP="00F1507F">
      <w:pPr>
        <w:jc w:val="center"/>
        <w:rPr>
          <w:rFonts w:asciiTheme="minorHAnsi" w:hAnsiTheme="minorHAnsi" w:cs="Arial"/>
          <w:b/>
          <w:sz w:val="20"/>
          <w:szCs w:val="20"/>
        </w:rPr>
      </w:pPr>
      <w:r w:rsidRPr="00493CA2">
        <w:rPr>
          <w:rFonts w:asciiTheme="minorHAnsi" w:hAnsiTheme="minorHAnsi" w:cs="Arial"/>
          <w:b/>
          <w:sz w:val="20"/>
          <w:szCs w:val="20"/>
        </w:rPr>
        <w:t>DICHIARA / DICHIARANO CONGIUNTAMENTE</w:t>
      </w:r>
    </w:p>
    <w:p w14:paraId="0A7E1C27" w14:textId="77777777" w:rsidR="00F1507F" w:rsidRPr="00493CA2" w:rsidRDefault="00F1507F" w:rsidP="00F1507F">
      <w:pPr>
        <w:jc w:val="center"/>
        <w:rPr>
          <w:rFonts w:asciiTheme="minorHAnsi" w:hAnsiTheme="minorHAnsi" w:cs="Arial"/>
          <w:b/>
          <w:sz w:val="20"/>
          <w:szCs w:val="20"/>
        </w:rPr>
      </w:pPr>
      <w:r w:rsidRPr="00493CA2">
        <w:rPr>
          <w:rFonts w:asciiTheme="minorHAnsi" w:hAnsiTheme="minorHAnsi" w:cs="Arial"/>
          <w:b/>
          <w:sz w:val="20"/>
          <w:szCs w:val="20"/>
        </w:rPr>
        <w:t>CHE LA/E MEDESIMA/E</w:t>
      </w:r>
    </w:p>
    <w:p w14:paraId="230AB121" w14:textId="77777777" w:rsidR="00F1507F" w:rsidRPr="00493CA2" w:rsidRDefault="00F1507F" w:rsidP="00F1507F">
      <w:pPr>
        <w:jc w:val="center"/>
        <w:rPr>
          <w:rFonts w:asciiTheme="minorHAnsi" w:hAnsiTheme="minorHAnsi" w:cs="Arial"/>
          <w:b/>
          <w:sz w:val="20"/>
          <w:szCs w:val="20"/>
        </w:rPr>
      </w:pPr>
      <w:r w:rsidRPr="00493CA2">
        <w:rPr>
          <w:rFonts w:asciiTheme="minorHAnsi" w:hAnsiTheme="minorHAnsi" w:cs="Arial"/>
          <w:b/>
          <w:sz w:val="20"/>
          <w:szCs w:val="20"/>
        </w:rPr>
        <w:t>SI OBBLIGA/NO</w:t>
      </w:r>
    </w:p>
    <w:p w14:paraId="6C39F1DD" w14:textId="77777777" w:rsidR="00F1507F" w:rsidRDefault="00F1507F" w:rsidP="00F1507F">
      <w:pPr>
        <w:jc w:val="center"/>
        <w:rPr>
          <w:rFonts w:asciiTheme="minorHAnsi" w:hAnsiTheme="minorHAnsi" w:cs="Arial"/>
          <w:b/>
          <w:sz w:val="20"/>
          <w:szCs w:val="20"/>
        </w:rPr>
      </w:pPr>
    </w:p>
    <w:p w14:paraId="1DE6F870" w14:textId="77777777" w:rsidR="006361B6" w:rsidRPr="00493CA2" w:rsidRDefault="006361B6" w:rsidP="00F1507F">
      <w:pPr>
        <w:jc w:val="center"/>
        <w:rPr>
          <w:rFonts w:asciiTheme="minorHAnsi" w:hAnsiTheme="minorHAnsi" w:cs="Arial"/>
          <w:b/>
          <w:sz w:val="20"/>
          <w:szCs w:val="20"/>
        </w:rPr>
      </w:pPr>
    </w:p>
    <w:p w14:paraId="5EEB7855" w14:textId="251682AE" w:rsidR="00F1507F" w:rsidRPr="00493CA2" w:rsidRDefault="00F1507F" w:rsidP="00F1507F">
      <w:pPr>
        <w:jc w:val="both"/>
        <w:rPr>
          <w:rFonts w:asciiTheme="minorHAnsi" w:hAnsiTheme="minorHAnsi" w:cs="Arial"/>
          <w:sz w:val="20"/>
          <w:szCs w:val="20"/>
        </w:rPr>
      </w:pPr>
      <w:r w:rsidRPr="00493CA2">
        <w:rPr>
          <w:rFonts w:asciiTheme="minorHAnsi" w:hAnsiTheme="minorHAnsi" w:cs="Arial"/>
          <w:sz w:val="20"/>
          <w:szCs w:val="20"/>
        </w:rPr>
        <w:t>ad eseguire l’appalto in oggetto secondo quanto prescritto dalla documentazione tecnica alle seguenti condizioni:</w:t>
      </w:r>
    </w:p>
    <w:p w14:paraId="780BF72F" w14:textId="77777777" w:rsidR="00835784" w:rsidRPr="00493CA2" w:rsidRDefault="00835784" w:rsidP="00F1507F">
      <w:pPr>
        <w:jc w:val="both"/>
        <w:rPr>
          <w:rFonts w:asciiTheme="minorHAnsi" w:hAnsiTheme="minorHAnsi" w:cs="Arial"/>
          <w:sz w:val="20"/>
          <w:szCs w:val="20"/>
        </w:rPr>
      </w:pPr>
    </w:p>
    <w:p w14:paraId="381839C0" w14:textId="3CCF92AD" w:rsidR="00DE1107" w:rsidRPr="00292147" w:rsidRDefault="003C43D9" w:rsidP="00292147">
      <w:pPr>
        <w:jc w:val="both"/>
        <w:rPr>
          <w:rFonts w:asciiTheme="minorHAnsi" w:hAnsiTheme="minorHAnsi" w:cs="Arial"/>
          <w:b/>
          <w:sz w:val="20"/>
          <w:szCs w:val="20"/>
        </w:rPr>
      </w:pPr>
      <w:r w:rsidRPr="00292147">
        <w:rPr>
          <w:rFonts w:asciiTheme="minorHAnsi" w:hAnsiTheme="minorHAnsi" w:cs="Arial"/>
          <w:b/>
          <w:sz w:val="20"/>
          <w:szCs w:val="20"/>
        </w:rPr>
        <w:t xml:space="preserve">PREZZO </w:t>
      </w:r>
      <w:r w:rsidR="00DE1107" w:rsidRPr="00292147">
        <w:rPr>
          <w:rFonts w:asciiTheme="minorHAnsi" w:hAnsiTheme="minorHAnsi" w:cs="Arial"/>
          <w:b/>
          <w:sz w:val="20"/>
          <w:szCs w:val="20"/>
        </w:rPr>
        <w:t>VEICOLO</w:t>
      </w:r>
      <w:r w:rsidRPr="00292147">
        <w:rPr>
          <w:rFonts w:asciiTheme="minorHAnsi" w:hAnsiTheme="minorHAnsi" w:cs="Arial"/>
          <w:b/>
          <w:sz w:val="20"/>
          <w:szCs w:val="20"/>
        </w:rPr>
        <w:t xml:space="preserve"> OFFERTO</w:t>
      </w:r>
      <w:r w:rsidR="00DE1107" w:rsidRPr="00292147">
        <w:rPr>
          <w:rFonts w:asciiTheme="minorHAnsi" w:hAnsiTheme="minorHAnsi" w:cs="Arial"/>
          <w:b/>
          <w:sz w:val="20"/>
          <w:szCs w:val="20"/>
        </w:rPr>
        <w:t xml:space="preserve"> </w:t>
      </w:r>
      <w:r w:rsidRPr="00292147">
        <w:rPr>
          <w:rFonts w:asciiTheme="minorHAnsi" w:hAnsiTheme="minorHAnsi" w:cs="Arial"/>
          <w:sz w:val="20"/>
          <w:szCs w:val="20"/>
        </w:rPr>
        <w:t xml:space="preserve">risultante dalla somma del prezzo unitario del veicolo offerto e del costo </w:t>
      </w:r>
      <w:r w:rsidR="004646FC" w:rsidRPr="00292147">
        <w:rPr>
          <w:rFonts w:asciiTheme="minorHAnsi" w:hAnsiTheme="minorHAnsi" w:cs="Arial"/>
          <w:sz w:val="20"/>
          <w:szCs w:val="20"/>
        </w:rPr>
        <w:t xml:space="preserve">offerto per il </w:t>
      </w:r>
      <w:r w:rsidRPr="00292147">
        <w:rPr>
          <w:rFonts w:asciiTheme="minorHAnsi" w:hAnsiTheme="minorHAnsi" w:cs="Arial"/>
          <w:sz w:val="20"/>
          <w:szCs w:val="20"/>
        </w:rPr>
        <w:t>servizio di Global Service</w:t>
      </w:r>
      <w:r w:rsidR="00DE1107" w:rsidRPr="00292147">
        <w:rPr>
          <w:rFonts w:asciiTheme="minorHAnsi" w:hAnsiTheme="minorHAnsi" w:cs="Arial"/>
          <w:b/>
          <w:sz w:val="20"/>
          <w:szCs w:val="20"/>
        </w:rPr>
        <w:t xml:space="preserve"> </w:t>
      </w:r>
      <w:r w:rsidR="006138AD">
        <w:rPr>
          <w:rFonts w:asciiTheme="minorHAnsi" w:hAnsiTheme="minorHAnsi" w:cs="Arial"/>
          <w:sz w:val="20"/>
          <w:szCs w:val="20"/>
        </w:rPr>
        <w:t xml:space="preserve">risultante </w:t>
      </w:r>
      <w:r w:rsidR="00C30B87">
        <w:rPr>
          <w:rFonts w:asciiTheme="minorHAnsi" w:hAnsiTheme="minorHAnsi" w:cs="Arial"/>
          <w:sz w:val="20"/>
          <w:szCs w:val="20"/>
        </w:rPr>
        <w:t xml:space="preserve">in </w:t>
      </w:r>
      <w:r w:rsidR="006361B6" w:rsidRPr="00292147">
        <w:rPr>
          <w:rFonts w:asciiTheme="minorHAnsi" w:hAnsiTheme="minorHAnsi" w:cs="Arial"/>
          <w:sz w:val="20"/>
          <w:szCs w:val="20"/>
        </w:rPr>
        <w:t>applicazione della formula riportata nell’art. 7.3 del Capitolato Speciale</w:t>
      </w:r>
      <w:r w:rsidR="006361B6" w:rsidRPr="00292147">
        <w:rPr>
          <w:rFonts w:asciiTheme="minorHAnsi" w:hAnsiTheme="minorHAnsi" w:cs="Arial"/>
          <w:b/>
          <w:sz w:val="20"/>
          <w:szCs w:val="20"/>
        </w:rPr>
        <w:t xml:space="preserve"> </w:t>
      </w:r>
      <w:r w:rsidR="00DE1107" w:rsidRPr="00292147">
        <w:rPr>
          <w:rFonts w:asciiTheme="minorHAnsi" w:hAnsiTheme="minorHAnsi" w:cs="Arial"/>
          <w:b/>
          <w:sz w:val="20"/>
          <w:szCs w:val="20"/>
        </w:rPr>
        <w:t>(in cifre):</w:t>
      </w:r>
    </w:p>
    <w:p w14:paraId="4C1F8B2A" w14:textId="77777777" w:rsidR="00DE1107" w:rsidRDefault="00DE1107" w:rsidP="00DE1107">
      <w:pPr>
        <w:jc w:val="both"/>
        <w:rPr>
          <w:rFonts w:asciiTheme="minorHAnsi" w:hAnsiTheme="minorHAnsi" w:cs="Arial"/>
          <w:b/>
          <w:sz w:val="20"/>
          <w:szCs w:val="20"/>
        </w:rPr>
      </w:pPr>
    </w:p>
    <w:p w14:paraId="7F7E093B" w14:textId="077214FA" w:rsidR="00DE1107" w:rsidRDefault="00911594" w:rsidP="00DE1107">
      <w:pPr>
        <w:jc w:val="both"/>
        <w:rPr>
          <w:rFonts w:asciiTheme="minorHAnsi" w:hAnsiTheme="minorHAnsi" w:cs="Arial"/>
          <w:sz w:val="20"/>
          <w:szCs w:val="20"/>
        </w:rPr>
      </w:pPr>
      <w:r w:rsidRPr="00493CA2">
        <w:rPr>
          <w:rFonts w:asciiTheme="minorHAnsi" w:hAnsiTheme="minorHAnsi" w:cs="Arial"/>
          <w:i/>
          <w:kern w:val="3"/>
          <w:sz w:val="20"/>
          <w:szCs w:val="20"/>
        </w:rPr>
        <w:t>.</w:t>
      </w:r>
      <w:sdt>
        <w:sdtPr>
          <w:rPr>
            <w:rFonts w:asciiTheme="minorHAnsi" w:hAnsiTheme="minorHAnsi" w:cs="Arial"/>
            <w:sz w:val="20"/>
            <w:szCs w:val="20"/>
          </w:rPr>
          <w:id w:val="-707639959"/>
          <w:placeholder>
            <w:docPart w:val="FF47770D5AF94AD4891ED27EFB41B2B4"/>
          </w:placeholder>
        </w:sdtPr>
        <w:sdtEndPr/>
        <w:sdtContent>
          <w:r w:rsidRPr="00493CA2">
            <w:rPr>
              <w:rFonts w:asciiTheme="minorHAnsi" w:hAnsiTheme="minorHAnsi" w:cs="Arial"/>
              <w:sz w:val="20"/>
              <w:szCs w:val="20"/>
            </w:rPr>
            <w:t>.…………………………………………………….…………………..…………………………………………………</w:t>
          </w:r>
        </w:sdtContent>
      </w:sdt>
    </w:p>
    <w:p w14:paraId="5B29E30B" w14:textId="77777777" w:rsidR="00911594" w:rsidRDefault="00911594" w:rsidP="00DE1107">
      <w:pPr>
        <w:jc w:val="both"/>
        <w:rPr>
          <w:rFonts w:asciiTheme="minorHAnsi" w:hAnsiTheme="minorHAnsi" w:cs="Arial"/>
          <w:b/>
          <w:sz w:val="20"/>
          <w:szCs w:val="20"/>
        </w:rPr>
      </w:pPr>
    </w:p>
    <w:p w14:paraId="11C55234" w14:textId="2256E4CA" w:rsidR="00DE1107" w:rsidRPr="00DE1107" w:rsidRDefault="00DE1107" w:rsidP="00DE1107">
      <w:pPr>
        <w:jc w:val="both"/>
        <w:rPr>
          <w:rFonts w:asciiTheme="minorHAnsi" w:hAnsiTheme="minorHAnsi" w:cs="Arial"/>
          <w:b/>
          <w:sz w:val="20"/>
          <w:szCs w:val="20"/>
        </w:rPr>
      </w:pPr>
      <w:r w:rsidRPr="00DE1107">
        <w:rPr>
          <w:rFonts w:asciiTheme="minorHAnsi" w:hAnsiTheme="minorHAnsi" w:cs="Arial"/>
          <w:b/>
          <w:sz w:val="20"/>
          <w:szCs w:val="20"/>
        </w:rPr>
        <w:t xml:space="preserve">PREZZO VEICOLO OFFERTO </w:t>
      </w:r>
      <w:r w:rsidRPr="00DE1107">
        <w:rPr>
          <w:rFonts w:asciiTheme="minorHAnsi" w:hAnsiTheme="minorHAnsi" w:cs="Arial"/>
          <w:sz w:val="20"/>
          <w:szCs w:val="20"/>
        </w:rPr>
        <w:t xml:space="preserve">risultante dalla somma del prezzo unitario del veicolo offerto </w:t>
      </w:r>
      <w:r w:rsidR="006138AD" w:rsidRPr="006138AD">
        <w:rPr>
          <w:rFonts w:asciiTheme="minorHAnsi" w:hAnsiTheme="minorHAnsi" w:cs="Arial"/>
          <w:sz w:val="20"/>
          <w:szCs w:val="20"/>
        </w:rPr>
        <w:t xml:space="preserve">e del costo offerto per il servizio di Global Service risultante </w:t>
      </w:r>
      <w:r w:rsidR="00C30B87">
        <w:rPr>
          <w:rFonts w:asciiTheme="minorHAnsi" w:hAnsiTheme="minorHAnsi" w:cs="Arial"/>
          <w:sz w:val="20"/>
          <w:szCs w:val="20"/>
        </w:rPr>
        <w:t xml:space="preserve">in </w:t>
      </w:r>
      <w:r w:rsidR="006361B6" w:rsidRPr="006361B6">
        <w:rPr>
          <w:rFonts w:asciiTheme="minorHAnsi" w:hAnsiTheme="minorHAnsi" w:cs="Arial"/>
          <w:sz w:val="20"/>
          <w:szCs w:val="20"/>
        </w:rPr>
        <w:t>applicazione della formula riportata nell’art. 7.3 del Capitolato Speciale</w:t>
      </w:r>
      <w:r w:rsidRPr="00DE1107">
        <w:rPr>
          <w:rFonts w:asciiTheme="minorHAnsi" w:hAnsiTheme="minorHAnsi" w:cs="Arial"/>
          <w:b/>
          <w:sz w:val="20"/>
          <w:szCs w:val="20"/>
        </w:rPr>
        <w:t xml:space="preserve"> (in lettere):</w:t>
      </w:r>
    </w:p>
    <w:p w14:paraId="2EBE7EFD" w14:textId="77777777" w:rsidR="00DE1107" w:rsidRDefault="00DE1107" w:rsidP="00DE1107">
      <w:pPr>
        <w:jc w:val="both"/>
        <w:rPr>
          <w:rFonts w:asciiTheme="minorHAnsi" w:hAnsiTheme="minorHAnsi" w:cs="Arial"/>
          <w:b/>
          <w:sz w:val="20"/>
          <w:szCs w:val="20"/>
        </w:rPr>
      </w:pPr>
    </w:p>
    <w:p w14:paraId="065F3BB1" w14:textId="7AEDCD5D" w:rsidR="00DE1107" w:rsidRDefault="00911594" w:rsidP="00DE1107">
      <w:pPr>
        <w:jc w:val="both"/>
        <w:rPr>
          <w:rFonts w:asciiTheme="minorHAnsi" w:hAnsiTheme="minorHAnsi" w:cs="Arial"/>
          <w:sz w:val="20"/>
          <w:szCs w:val="20"/>
        </w:rPr>
      </w:pPr>
      <w:r w:rsidRPr="00493CA2">
        <w:rPr>
          <w:rFonts w:asciiTheme="minorHAnsi" w:hAnsiTheme="minorHAnsi" w:cs="Arial"/>
          <w:i/>
          <w:kern w:val="3"/>
          <w:sz w:val="20"/>
          <w:szCs w:val="20"/>
        </w:rPr>
        <w:t>.</w:t>
      </w:r>
      <w:sdt>
        <w:sdtPr>
          <w:rPr>
            <w:rFonts w:asciiTheme="minorHAnsi" w:hAnsiTheme="minorHAnsi" w:cs="Arial"/>
            <w:sz w:val="20"/>
            <w:szCs w:val="20"/>
          </w:rPr>
          <w:id w:val="-504370284"/>
          <w:placeholder>
            <w:docPart w:val="278EB68FA0E743EE97DAF441B94BB948"/>
          </w:placeholder>
        </w:sdtPr>
        <w:sdtEndPr/>
        <w:sdtContent>
          <w:r w:rsidRPr="00493CA2">
            <w:rPr>
              <w:rFonts w:asciiTheme="minorHAnsi" w:hAnsiTheme="minorHAnsi" w:cs="Arial"/>
              <w:sz w:val="20"/>
              <w:szCs w:val="20"/>
            </w:rPr>
            <w:t>.…………………………………………………….…………………..…………………………………………………</w:t>
          </w:r>
        </w:sdtContent>
      </w:sdt>
    </w:p>
    <w:p w14:paraId="2FB69323" w14:textId="77777777" w:rsidR="00911594" w:rsidRDefault="00911594" w:rsidP="00DE1107">
      <w:pPr>
        <w:jc w:val="both"/>
        <w:rPr>
          <w:rFonts w:asciiTheme="minorHAnsi" w:hAnsiTheme="minorHAnsi" w:cs="Arial"/>
          <w:b/>
          <w:sz w:val="20"/>
          <w:szCs w:val="20"/>
        </w:rPr>
      </w:pPr>
    </w:p>
    <w:p w14:paraId="0E81B79E" w14:textId="17123F97" w:rsidR="00DE1107" w:rsidRPr="00DE1107" w:rsidRDefault="00DE1107" w:rsidP="00DE1107">
      <w:pPr>
        <w:jc w:val="both"/>
        <w:rPr>
          <w:rFonts w:asciiTheme="minorHAnsi" w:hAnsiTheme="minorHAnsi" w:cs="Arial"/>
          <w:b/>
          <w:sz w:val="20"/>
          <w:szCs w:val="20"/>
        </w:rPr>
      </w:pPr>
      <w:r w:rsidRPr="00DE1107">
        <w:rPr>
          <w:rFonts w:asciiTheme="minorHAnsi" w:hAnsiTheme="minorHAnsi" w:cs="Arial"/>
          <w:b/>
          <w:sz w:val="20"/>
          <w:szCs w:val="20"/>
        </w:rPr>
        <w:t xml:space="preserve">Più basso rispetto all’importo posto a base di gara, pari ad € 499.500 </w:t>
      </w:r>
    </w:p>
    <w:p w14:paraId="154C64AA" w14:textId="77777777" w:rsidR="00DE1107" w:rsidRPr="003C43D9" w:rsidRDefault="00DE1107" w:rsidP="00DE1107">
      <w:pPr>
        <w:jc w:val="both"/>
        <w:rPr>
          <w:rFonts w:asciiTheme="minorHAnsi" w:hAnsiTheme="minorHAnsi" w:cs="Arial"/>
          <w:b/>
          <w:sz w:val="20"/>
          <w:szCs w:val="20"/>
        </w:rPr>
      </w:pPr>
    </w:p>
    <w:p w14:paraId="03AD0EF9" w14:textId="77777777" w:rsidR="00F658B4" w:rsidRDefault="00F658B4" w:rsidP="00F1507F">
      <w:pPr>
        <w:jc w:val="both"/>
        <w:rPr>
          <w:rFonts w:asciiTheme="minorHAnsi" w:hAnsiTheme="minorHAnsi" w:cs="Arial"/>
          <w:b/>
          <w:sz w:val="20"/>
          <w:szCs w:val="20"/>
          <w:u w:val="single"/>
        </w:rPr>
      </w:pPr>
    </w:p>
    <w:p w14:paraId="7E16BB09" w14:textId="6263E488" w:rsidR="00835784" w:rsidRPr="00292147" w:rsidRDefault="00835784" w:rsidP="00292147">
      <w:pPr>
        <w:jc w:val="both"/>
        <w:rPr>
          <w:rFonts w:asciiTheme="minorHAnsi" w:hAnsiTheme="minorHAnsi" w:cs="Arial"/>
          <w:b/>
          <w:sz w:val="20"/>
          <w:szCs w:val="20"/>
        </w:rPr>
      </w:pPr>
      <w:r w:rsidRPr="00292147">
        <w:rPr>
          <w:rFonts w:asciiTheme="minorHAnsi" w:hAnsiTheme="minorHAnsi" w:cs="Arial"/>
          <w:b/>
          <w:sz w:val="20"/>
          <w:szCs w:val="20"/>
        </w:rPr>
        <w:t>PREZZO UNITARIO DEL VEICOLO OFFERTO:</w:t>
      </w:r>
      <w:r w:rsidR="00F658B4" w:rsidRPr="00292147">
        <w:rPr>
          <w:rFonts w:asciiTheme="minorHAnsi" w:hAnsiTheme="minorHAnsi" w:cs="Arial"/>
          <w:b/>
          <w:sz w:val="20"/>
          <w:szCs w:val="20"/>
        </w:rPr>
        <w:t xml:space="preserve"> </w:t>
      </w:r>
    </w:p>
    <w:p w14:paraId="61041A77" w14:textId="77777777" w:rsidR="00292147" w:rsidRDefault="00292147" w:rsidP="00835784">
      <w:pPr>
        <w:pStyle w:val="LetteraTipo"/>
        <w:jc w:val="both"/>
        <w:rPr>
          <w:rFonts w:asciiTheme="minorHAnsi" w:eastAsia="Calibri" w:hAnsiTheme="minorHAnsi"/>
        </w:rPr>
      </w:pPr>
    </w:p>
    <w:p w14:paraId="62A20567" w14:textId="77777777" w:rsidR="00835784" w:rsidRPr="00493CA2" w:rsidRDefault="00835784" w:rsidP="00835784">
      <w:pPr>
        <w:pStyle w:val="LetteraTipo"/>
        <w:jc w:val="both"/>
        <w:rPr>
          <w:rFonts w:asciiTheme="minorHAnsi" w:eastAsia="Calibri" w:hAnsiTheme="minorHAnsi"/>
        </w:rPr>
      </w:pPr>
      <w:r w:rsidRPr="00493CA2">
        <w:rPr>
          <w:rFonts w:asciiTheme="minorHAnsi" w:eastAsia="Calibri" w:hAnsiTheme="minorHAnsi"/>
        </w:rPr>
        <w:t>prezzo unitario offerto espresso in euro/vettura (€/</w:t>
      </w:r>
      <w:proofErr w:type="spellStart"/>
      <w:r w:rsidRPr="00493CA2">
        <w:rPr>
          <w:rFonts w:asciiTheme="minorHAnsi" w:eastAsia="Calibri" w:hAnsiTheme="minorHAnsi"/>
        </w:rPr>
        <w:t>vett</w:t>
      </w:r>
      <w:proofErr w:type="spellEnd"/>
      <w:r w:rsidRPr="00493CA2">
        <w:rPr>
          <w:rFonts w:asciiTheme="minorHAnsi" w:eastAsia="Calibri" w:hAnsiTheme="minorHAnsi"/>
        </w:rPr>
        <w:t>)</w:t>
      </w:r>
      <w:r w:rsidRPr="00493CA2">
        <w:rPr>
          <w:rFonts w:asciiTheme="minorHAnsi" w:eastAsia="Calibri" w:hAnsiTheme="minorHAnsi"/>
          <w:lang w:val="it"/>
        </w:rPr>
        <w:t xml:space="preserve"> </w:t>
      </w:r>
      <w:r w:rsidRPr="00493CA2">
        <w:rPr>
          <w:rFonts w:asciiTheme="minorHAnsi" w:eastAsia="Calibri" w:hAnsiTheme="minorHAnsi"/>
        </w:rPr>
        <w:t>(</w:t>
      </w:r>
      <w:r w:rsidRPr="00493CA2">
        <w:rPr>
          <w:rFonts w:asciiTheme="minorHAnsi" w:eastAsia="Calibri" w:hAnsiTheme="minorHAnsi"/>
          <w:i/>
          <w:lang w:val="it"/>
        </w:rPr>
        <w:t>in cifre</w:t>
      </w:r>
      <w:r w:rsidRPr="00493CA2">
        <w:rPr>
          <w:rFonts w:asciiTheme="minorHAnsi" w:eastAsia="Calibri" w:hAnsiTheme="minorHAnsi"/>
          <w:lang w:val="it"/>
        </w:rPr>
        <w:t>):</w:t>
      </w:r>
    </w:p>
    <w:p w14:paraId="7CB61B87" w14:textId="77777777" w:rsidR="00835784" w:rsidRPr="00493CA2" w:rsidRDefault="002E260B" w:rsidP="00835784">
      <w:pPr>
        <w:pStyle w:val="LetteraTipo"/>
        <w:jc w:val="both"/>
        <w:rPr>
          <w:rFonts w:asciiTheme="minorHAnsi" w:eastAsia="Calibri" w:hAnsiTheme="minorHAnsi"/>
          <w:lang w:val="it"/>
        </w:rPr>
      </w:pPr>
      <w:sdt>
        <w:sdtPr>
          <w:rPr>
            <w:rFonts w:asciiTheme="minorHAnsi" w:eastAsia="Calibri" w:hAnsiTheme="minorHAnsi"/>
            <w:lang w:val="it"/>
          </w:rPr>
          <w:id w:val="780384414"/>
          <w:placeholder>
            <w:docPart w:val="0C8EC40258954155AFA217430D6DA28A"/>
          </w:placeholder>
          <w:text/>
        </w:sdtPr>
        <w:sdtEndPr/>
        <w:sdtContent>
          <w:r w:rsidR="00835784" w:rsidRPr="00493CA2">
            <w:rPr>
              <w:rFonts w:asciiTheme="minorHAnsi" w:eastAsia="Calibri" w:hAnsiTheme="minorHAnsi"/>
              <w:lang w:val="it"/>
            </w:rPr>
            <w:t>…………………………………………………………………………………………………………………...</w:t>
          </w:r>
        </w:sdtContent>
      </w:sdt>
    </w:p>
    <w:p w14:paraId="714B0572" w14:textId="77777777" w:rsidR="00835784" w:rsidRPr="00493CA2" w:rsidRDefault="00835784" w:rsidP="00835784">
      <w:pPr>
        <w:pStyle w:val="LetteraTipo"/>
        <w:jc w:val="both"/>
        <w:rPr>
          <w:rFonts w:asciiTheme="minorHAnsi" w:eastAsia="Calibri" w:hAnsiTheme="minorHAnsi"/>
          <w:lang w:val="it"/>
        </w:rPr>
      </w:pPr>
    </w:p>
    <w:p w14:paraId="661CECE9" w14:textId="77777777" w:rsidR="00835784" w:rsidRPr="00493CA2" w:rsidRDefault="00835784" w:rsidP="00835784">
      <w:pPr>
        <w:pStyle w:val="LetteraTipo"/>
        <w:jc w:val="both"/>
        <w:rPr>
          <w:rFonts w:asciiTheme="minorHAnsi" w:eastAsia="Calibri" w:hAnsiTheme="minorHAnsi"/>
        </w:rPr>
      </w:pPr>
      <w:r w:rsidRPr="00493CA2">
        <w:rPr>
          <w:rFonts w:asciiTheme="minorHAnsi" w:eastAsia="Calibri" w:hAnsiTheme="minorHAnsi"/>
        </w:rPr>
        <w:t>prezzo unitario offerto, espresso in euro/vettura (€/</w:t>
      </w:r>
      <w:proofErr w:type="spellStart"/>
      <w:r w:rsidRPr="00493CA2">
        <w:rPr>
          <w:rFonts w:asciiTheme="minorHAnsi" w:eastAsia="Calibri" w:hAnsiTheme="minorHAnsi"/>
        </w:rPr>
        <w:t>vett</w:t>
      </w:r>
      <w:proofErr w:type="spellEnd"/>
      <w:r w:rsidRPr="00493CA2">
        <w:rPr>
          <w:rFonts w:asciiTheme="minorHAnsi" w:eastAsia="Calibri" w:hAnsiTheme="minorHAnsi"/>
        </w:rPr>
        <w:t>)</w:t>
      </w:r>
      <w:r w:rsidRPr="00493CA2">
        <w:rPr>
          <w:rFonts w:asciiTheme="minorHAnsi" w:eastAsia="Calibri" w:hAnsiTheme="minorHAnsi"/>
          <w:lang w:val="it"/>
        </w:rPr>
        <w:t xml:space="preserve"> </w:t>
      </w:r>
      <w:r w:rsidRPr="00493CA2">
        <w:rPr>
          <w:rFonts w:asciiTheme="minorHAnsi" w:eastAsia="Calibri" w:hAnsiTheme="minorHAnsi"/>
        </w:rPr>
        <w:t>(</w:t>
      </w:r>
      <w:r w:rsidRPr="00493CA2">
        <w:rPr>
          <w:rFonts w:asciiTheme="minorHAnsi" w:eastAsia="Calibri" w:hAnsiTheme="minorHAnsi"/>
          <w:i/>
          <w:lang w:val="it"/>
        </w:rPr>
        <w:t>in lettere</w:t>
      </w:r>
      <w:r w:rsidRPr="00493CA2">
        <w:rPr>
          <w:rFonts w:asciiTheme="minorHAnsi" w:eastAsia="Calibri" w:hAnsiTheme="minorHAnsi"/>
          <w:lang w:val="it"/>
        </w:rPr>
        <w:t>):</w:t>
      </w:r>
    </w:p>
    <w:p w14:paraId="7EB98247" w14:textId="77777777" w:rsidR="00835784" w:rsidRPr="00493CA2" w:rsidRDefault="002E260B" w:rsidP="00835784">
      <w:pPr>
        <w:pStyle w:val="LetteraTipo"/>
        <w:jc w:val="both"/>
        <w:rPr>
          <w:rFonts w:asciiTheme="minorHAnsi" w:eastAsia="Calibri" w:hAnsiTheme="minorHAnsi"/>
          <w:b/>
          <w:lang w:val="it"/>
        </w:rPr>
      </w:pPr>
      <w:sdt>
        <w:sdtPr>
          <w:rPr>
            <w:rFonts w:asciiTheme="minorHAnsi" w:eastAsia="Calibri" w:hAnsiTheme="minorHAnsi"/>
            <w:lang w:val="it"/>
          </w:rPr>
          <w:id w:val="978809212"/>
          <w:placeholder>
            <w:docPart w:val="DC1D5944A02B44FF90F585D60E719006"/>
          </w:placeholder>
          <w:text/>
        </w:sdtPr>
        <w:sdtEndPr/>
        <w:sdtContent>
          <w:r w:rsidR="00835784" w:rsidRPr="00493CA2">
            <w:rPr>
              <w:rFonts w:asciiTheme="minorHAnsi" w:eastAsia="Calibri" w:hAnsiTheme="minorHAnsi"/>
              <w:lang w:val="it"/>
            </w:rPr>
            <w:t>…………………………………………………………………………………………………………………...</w:t>
          </w:r>
        </w:sdtContent>
      </w:sdt>
    </w:p>
    <w:p w14:paraId="2DC7E39E" w14:textId="77777777" w:rsidR="00835784" w:rsidRPr="00493CA2" w:rsidRDefault="00835784" w:rsidP="00835784">
      <w:pPr>
        <w:pStyle w:val="LetteraTipo"/>
        <w:jc w:val="both"/>
        <w:rPr>
          <w:rFonts w:asciiTheme="minorHAnsi" w:eastAsia="Calibri" w:hAnsiTheme="minorHAnsi"/>
          <w:b/>
          <w:lang w:val="it"/>
        </w:rPr>
      </w:pPr>
    </w:p>
    <w:p w14:paraId="6873E7C2" w14:textId="1C400587" w:rsidR="00835784" w:rsidRPr="00493CA2" w:rsidRDefault="00F658B4" w:rsidP="00835784">
      <w:pPr>
        <w:pStyle w:val="LetteraTipo"/>
        <w:jc w:val="both"/>
        <w:rPr>
          <w:rFonts w:asciiTheme="minorHAnsi" w:eastAsia="Calibri" w:hAnsiTheme="minorHAnsi"/>
          <w:b/>
          <w:lang w:val="it"/>
        </w:rPr>
      </w:pPr>
      <w:r w:rsidRPr="00493CA2">
        <w:rPr>
          <w:rFonts w:asciiTheme="minorHAnsi" w:eastAsia="Calibri" w:hAnsiTheme="minorHAnsi"/>
          <w:b/>
          <w:lang w:val="it"/>
        </w:rPr>
        <w:t>Più</w:t>
      </w:r>
      <w:r w:rsidR="00835784" w:rsidRPr="00493CA2">
        <w:rPr>
          <w:rFonts w:asciiTheme="minorHAnsi" w:eastAsia="Calibri" w:hAnsiTheme="minorHAnsi"/>
          <w:b/>
          <w:lang w:val="it"/>
        </w:rPr>
        <w:t xml:space="preserve"> basso rispetto al prezzo unitario del veicolo posto a base di gara</w:t>
      </w:r>
      <w:r>
        <w:rPr>
          <w:rFonts w:asciiTheme="minorHAnsi" w:eastAsia="Calibri" w:hAnsiTheme="minorHAnsi"/>
          <w:b/>
          <w:lang w:val="it"/>
        </w:rPr>
        <w:t>,</w:t>
      </w:r>
      <w:r w:rsidR="00835784" w:rsidRPr="00493CA2">
        <w:rPr>
          <w:rFonts w:asciiTheme="minorHAnsi" w:eastAsia="Calibri" w:hAnsiTheme="minorHAnsi"/>
          <w:b/>
          <w:lang w:val="it"/>
        </w:rPr>
        <w:t xml:space="preserve"> pari ad € 210.000</w:t>
      </w:r>
    </w:p>
    <w:p w14:paraId="0C8AD5B9" w14:textId="77777777" w:rsidR="00835784" w:rsidRPr="00493CA2" w:rsidRDefault="00835784" w:rsidP="00835784">
      <w:pPr>
        <w:pStyle w:val="LetteraTipo"/>
        <w:jc w:val="both"/>
        <w:rPr>
          <w:rFonts w:asciiTheme="minorHAnsi" w:eastAsia="Calibri" w:hAnsiTheme="minorHAnsi"/>
          <w:b/>
          <w:lang w:val="it"/>
        </w:rPr>
      </w:pPr>
    </w:p>
    <w:p w14:paraId="3D817AD3" w14:textId="77777777" w:rsidR="00B3583D" w:rsidRPr="00493CA2" w:rsidRDefault="00B3583D" w:rsidP="00835784">
      <w:pPr>
        <w:pStyle w:val="LetteraTipo"/>
        <w:jc w:val="both"/>
        <w:rPr>
          <w:rFonts w:asciiTheme="minorHAnsi" w:eastAsia="Calibri" w:hAnsiTheme="minorHAnsi"/>
          <w:b/>
          <w:lang w:val="it"/>
        </w:rPr>
      </w:pPr>
    </w:p>
    <w:p w14:paraId="7813B567" w14:textId="3D723265" w:rsidR="00835784" w:rsidRPr="00F658B4" w:rsidRDefault="00835784" w:rsidP="00835784">
      <w:pPr>
        <w:pStyle w:val="LetteraTipo"/>
        <w:jc w:val="both"/>
        <w:rPr>
          <w:rFonts w:asciiTheme="minorHAnsi" w:eastAsia="Calibri" w:hAnsiTheme="minorHAnsi"/>
          <w:b/>
        </w:rPr>
      </w:pPr>
      <w:r w:rsidRPr="00F658B4">
        <w:rPr>
          <w:rFonts w:asciiTheme="minorHAnsi" w:eastAsia="Calibri" w:hAnsiTheme="minorHAnsi"/>
          <w:b/>
        </w:rPr>
        <w:t>TARIFFA UNITARIA PER I SERVIZI DI GLOBAL SERVICE OFFERTA:</w:t>
      </w:r>
    </w:p>
    <w:p w14:paraId="2723199E" w14:textId="77777777" w:rsidR="00835784" w:rsidRPr="00493CA2" w:rsidRDefault="00835784" w:rsidP="00835784">
      <w:pPr>
        <w:pStyle w:val="LetteraTipo"/>
        <w:jc w:val="both"/>
        <w:rPr>
          <w:rFonts w:asciiTheme="minorHAnsi" w:eastAsia="Calibri" w:hAnsiTheme="minorHAnsi"/>
          <w:b/>
          <w:bCs/>
          <w:lang w:val="it"/>
        </w:rPr>
      </w:pPr>
    </w:p>
    <w:p w14:paraId="089A9D24" w14:textId="77777777" w:rsidR="00835784" w:rsidRPr="00493CA2" w:rsidRDefault="00835784" w:rsidP="00835784">
      <w:pPr>
        <w:pStyle w:val="LetteraTipo"/>
        <w:jc w:val="both"/>
        <w:rPr>
          <w:rFonts w:asciiTheme="minorHAnsi" w:eastAsia="Calibri" w:hAnsiTheme="minorHAnsi"/>
          <w:lang w:val="it"/>
        </w:rPr>
      </w:pPr>
      <w:r w:rsidRPr="00493CA2">
        <w:rPr>
          <w:rFonts w:asciiTheme="minorHAnsi" w:eastAsia="Calibri" w:hAnsiTheme="minorHAnsi"/>
          <w:lang w:val="it"/>
        </w:rPr>
        <w:t>tariffa unitaria offerta espressa in euro/kilometro (€/Km) ed approssimata alla terza cifra decimale (</w:t>
      </w:r>
      <w:r w:rsidRPr="00493CA2">
        <w:rPr>
          <w:rFonts w:asciiTheme="minorHAnsi" w:eastAsia="Calibri" w:hAnsiTheme="minorHAnsi"/>
          <w:i/>
          <w:lang w:val="it"/>
        </w:rPr>
        <w:t>in cifre</w:t>
      </w:r>
      <w:r w:rsidRPr="00493CA2">
        <w:rPr>
          <w:rFonts w:asciiTheme="minorHAnsi" w:eastAsia="Calibri" w:hAnsiTheme="minorHAnsi"/>
          <w:lang w:val="it"/>
        </w:rPr>
        <w:t xml:space="preserve">): </w:t>
      </w:r>
    </w:p>
    <w:p w14:paraId="2E8B2048" w14:textId="77777777" w:rsidR="00835784" w:rsidRPr="00493CA2" w:rsidRDefault="002E260B" w:rsidP="00835784">
      <w:pPr>
        <w:pStyle w:val="LetteraTipo"/>
        <w:jc w:val="both"/>
        <w:rPr>
          <w:rFonts w:asciiTheme="minorHAnsi" w:eastAsia="Calibri" w:hAnsiTheme="minorHAnsi"/>
          <w:lang w:val="it"/>
        </w:rPr>
      </w:pPr>
      <w:sdt>
        <w:sdtPr>
          <w:rPr>
            <w:rFonts w:asciiTheme="minorHAnsi" w:hAnsiTheme="minorHAnsi"/>
          </w:rPr>
          <w:id w:val="461693784"/>
          <w:placeholder>
            <w:docPart w:val="571C41B88EDA44B59118F089115B380E"/>
          </w:placeholder>
          <w:text/>
        </w:sdtPr>
        <w:sdtEndPr/>
        <w:sdtContent>
          <w:r w:rsidR="00835784" w:rsidRPr="00493CA2">
            <w:rPr>
              <w:rFonts w:asciiTheme="minorHAnsi" w:hAnsiTheme="minorHAnsi"/>
            </w:rPr>
            <w:t>…………………………………………………………………………………………………………………...</w:t>
          </w:r>
        </w:sdtContent>
      </w:sdt>
    </w:p>
    <w:p w14:paraId="2A623875" w14:textId="77777777" w:rsidR="00835784" w:rsidRPr="00493CA2" w:rsidRDefault="00835784" w:rsidP="00835784">
      <w:pPr>
        <w:pStyle w:val="LetteraTipo"/>
        <w:jc w:val="both"/>
        <w:rPr>
          <w:rFonts w:asciiTheme="minorHAnsi" w:eastAsia="Calibri" w:hAnsiTheme="minorHAnsi"/>
          <w:lang w:val="it"/>
        </w:rPr>
      </w:pPr>
    </w:p>
    <w:p w14:paraId="151CB33A" w14:textId="77777777" w:rsidR="00835784" w:rsidRPr="00493CA2" w:rsidRDefault="00835784" w:rsidP="00835784">
      <w:pPr>
        <w:pStyle w:val="LetteraTipo"/>
        <w:jc w:val="both"/>
        <w:rPr>
          <w:rFonts w:asciiTheme="minorHAnsi" w:eastAsia="Calibri" w:hAnsiTheme="minorHAnsi"/>
          <w:lang w:val="it"/>
        </w:rPr>
      </w:pPr>
      <w:r w:rsidRPr="00493CA2">
        <w:rPr>
          <w:rFonts w:asciiTheme="minorHAnsi" w:eastAsia="Calibri" w:hAnsiTheme="minorHAnsi"/>
          <w:lang w:val="it"/>
        </w:rPr>
        <w:t>tariffa unitaria offerta espressa in euro/kilometro (€/Km) ed approssimata alla terza cifra decimale (</w:t>
      </w:r>
      <w:r w:rsidRPr="00493CA2">
        <w:rPr>
          <w:rFonts w:asciiTheme="minorHAnsi" w:eastAsia="Calibri" w:hAnsiTheme="minorHAnsi"/>
          <w:i/>
          <w:lang w:val="it"/>
        </w:rPr>
        <w:t>in lettere</w:t>
      </w:r>
      <w:r w:rsidRPr="00493CA2">
        <w:rPr>
          <w:rFonts w:asciiTheme="minorHAnsi" w:eastAsia="Calibri" w:hAnsiTheme="minorHAnsi"/>
          <w:lang w:val="it"/>
        </w:rPr>
        <w:t xml:space="preserve">): </w:t>
      </w:r>
    </w:p>
    <w:p w14:paraId="09147FEE" w14:textId="77777777" w:rsidR="00835784" w:rsidRPr="00493CA2" w:rsidRDefault="002E260B" w:rsidP="00835784">
      <w:pPr>
        <w:pStyle w:val="LetteraTipo"/>
        <w:jc w:val="both"/>
        <w:rPr>
          <w:rFonts w:asciiTheme="minorHAnsi" w:eastAsia="Calibri" w:hAnsiTheme="minorHAnsi"/>
          <w:lang w:val="it"/>
        </w:rPr>
      </w:pPr>
      <w:sdt>
        <w:sdtPr>
          <w:rPr>
            <w:rFonts w:asciiTheme="minorHAnsi" w:hAnsiTheme="minorHAnsi"/>
          </w:rPr>
          <w:id w:val="514815804"/>
          <w:placeholder>
            <w:docPart w:val="C74DCE8986A64AA4A5DC241AB1442EAA"/>
          </w:placeholder>
          <w:text/>
        </w:sdtPr>
        <w:sdtEndPr/>
        <w:sdtContent>
          <w:r w:rsidR="00835784" w:rsidRPr="00493CA2">
            <w:rPr>
              <w:rFonts w:asciiTheme="minorHAnsi" w:hAnsiTheme="minorHAnsi"/>
            </w:rPr>
            <w:t>…………………………………………………………………………………………………………………...</w:t>
          </w:r>
        </w:sdtContent>
      </w:sdt>
    </w:p>
    <w:p w14:paraId="41BFC7AD" w14:textId="77777777" w:rsidR="00B3583D" w:rsidRPr="00493CA2" w:rsidRDefault="00B3583D" w:rsidP="00D774C1">
      <w:pPr>
        <w:pStyle w:val="LetteraTipo"/>
        <w:rPr>
          <w:rFonts w:asciiTheme="minorHAnsi" w:eastAsia="Calibri" w:hAnsiTheme="minorHAnsi"/>
          <w:b/>
          <w:lang w:val="it"/>
        </w:rPr>
      </w:pPr>
    </w:p>
    <w:p w14:paraId="5DCD6378" w14:textId="120B954C" w:rsidR="00835784" w:rsidRPr="00493CA2" w:rsidRDefault="00835784" w:rsidP="00594568">
      <w:pPr>
        <w:pStyle w:val="LetteraTipo"/>
        <w:jc w:val="both"/>
        <w:rPr>
          <w:rFonts w:asciiTheme="minorHAnsi" w:eastAsia="Calibri" w:hAnsiTheme="minorHAnsi"/>
          <w:b/>
          <w:lang w:val="it"/>
        </w:rPr>
      </w:pPr>
      <w:r w:rsidRPr="00493CA2">
        <w:rPr>
          <w:rFonts w:asciiTheme="minorHAnsi" w:eastAsia="Calibri" w:hAnsiTheme="minorHAnsi"/>
          <w:b/>
          <w:lang w:val="it"/>
        </w:rPr>
        <w:t>più bassa rispetto alla tariffa unitaria posta a base di gara, pari a 0,</w:t>
      </w:r>
      <w:r w:rsidR="00D774C1" w:rsidRPr="00493CA2">
        <w:rPr>
          <w:rFonts w:asciiTheme="minorHAnsi" w:eastAsia="Calibri" w:hAnsiTheme="minorHAnsi"/>
          <w:b/>
          <w:lang w:val="it"/>
        </w:rPr>
        <w:t>371</w:t>
      </w:r>
      <w:r w:rsidRPr="00493CA2">
        <w:rPr>
          <w:rFonts w:asciiTheme="minorHAnsi" w:eastAsia="Calibri" w:hAnsiTheme="minorHAnsi"/>
          <w:b/>
          <w:lang w:val="it"/>
        </w:rPr>
        <w:t xml:space="preserve"> €/km, calcolata come</w:t>
      </w:r>
      <w:r w:rsidR="00D774C1" w:rsidRPr="00493CA2">
        <w:rPr>
          <w:rFonts w:asciiTheme="minorHAnsi" w:eastAsia="Calibri" w:hAnsiTheme="minorHAnsi"/>
          <w:b/>
          <w:lang w:val="it"/>
        </w:rPr>
        <w:t xml:space="preserve"> media pesata sulla produzione ch</w:t>
      </w:r>
      <w:r w:rsidRPr="00493CA2">
        <w:rPr>
          <w:rFonts w:asciiTheme="minorHAnsi" w:eastAsia="Calibri" w:hAnsiTheme="minorHAnsi"/>
          <w:b/>
          <w:lang w:val="it"/>
        </w:rPr>
        <w:t>ilometrica prevista nei 10 anni di Global Service, pari a 780.000 km.</w:t>
      </w:r>
    </w:p>
    <w:p w14:paraId="4EC5DC0F" w14:textId="77777777" w:rsidR="00914E10" w:rsidRPr="00493CA2" w:rsidRDefault="00914E10" w:rsidP="00914E10">
      <w:pPr>
        <w:pStyle w:val="LetteraTipo"/>
        <w:jc w:val="both"/>
        <w:rPr>
          <w:rFonts w:asciiTheme="minorHAnsi" w:hAnsiTheme="minorHAnsi"/>
        </w:rPr>
      </w:pPr>
    </w:p>
    <w:p w14:paraId="69FA2E29" w14:textId="47A6AEE8" w:rsidR="00D774C1" w:rsidRPr="00493CA2" w:rsidRDefault="00D774C1" w:rsidP="00D774C1">
      <w:pPr>
        <w:pStyle w:val="LetteraTipo"/>
        <w:jc w:val="both"/>
        <w:rPr>
          <w:rFonts w:asciiTheme="minorHAnsi" w:hAnsiTheme="minorHAnsi"/>
          <w:b/>
        </w:rPr>
      </w:pPr>
    </w:p>
    <w:p w14:paraId="163EF15C" w14:textId="77777777" w:rsidR="00D9253B" w:rsidRPr="00D9253B" w:rsidRDefault="00D9253B" w:rsidP="00D9253B">
      <w:pPr>
        <w:pStyle w:val="LetteraTipo"/>
        <w:spacing w:line="276" w:lineRule="auto"/>
        <w:jc w:val="both"/>
        <w:rPr>
          <w:rFonts w:asciiTheme="minorHAnsi" w:hAnsiTheme="minorHAnsi"/>
        </w:rPr>
      </w:pPr>
      <w:r w:rsidRPr="00D9253B">
        <w:rPr>
          <w:rFonts w:asciiTheme="minorHAnsi" w:hAnsiTheme="minorHAnsi"/>
        </w:rPr>
        <w:t xml:space="preserve">Si indicano, ai sensi dell’art. 108, comma 9, del D.lgs. n. 36/2023 e s.m.i., i costi della manodopera e gli oneri aziendali concernenti l’adempimenti delle disposizioni in materia di salute e sicurezza sui luoghi di lavoro gravanti sul concorrente per l’espletamento delle attività oggetto di affidamento (si specifica che detti costi devono essere già inclusi nell’importo dell’offerta economica sopra indicato e devono essere specificamente indicati nella apposita sezione sotto riportata. </w:t>
      </w:r>
    </w:p>
    <w:p w14:paraId="07BE2134" w14:textId="77777777" w:rsidR="00D9253B" w:rsidRPr="00D9253B" w:rsidRDefault="00D9253B" w:rsidP="00D9253B">
      <w:pPr>
        <w:pStyle w:val="LetteraTipo"/>
        <w:spacing w:line="276" w:lineRule="auto"/>
        <w:jc w:val="both"/>
        <w:rPr>
          <w:rFonts w:asciiTheme="minorHAnsi" w:hAnsiTheme="minorHAnsi"/>
          <w:b/>
        </w:rPr>
      </w:pPr>
    </w:p>
    <w:p w14:paraId="240C8602" w14:textId="459F0196" w:rsidR="00D9253B" w:rsidRPr="00D9253B" w:rsidRDefault="00D9253B" w:rsidP="00D9253B">
      <w:pPr>
        <w:pStyle w:val="LetteraTipo"/>
        <w:spacing w:line="276" w:lineRule="auto"/>
        <w:jc w:val="both"/>
        <w:rPr>
          <w:rFonts w:asciiTheme="minorHAnsi" w:hAnsiTheme="minorHAnsi"/>
          <w:b/>
        </w:rPr>
      </w:pPr>
      <w:r w:rsidRPr="00D9253B">
        <w:rPr>
          <w:rFonts w:asciiTheme="minorHAnsi" w:hAnsiTheme="minorHAnsi"/>
          <w:b/>
        </w:rPr>
        <w:t xml:space="preserve">Costi della manodopera </w:t>
      </w:r>
      <w:r w:rsidR="00911594" w:rsidRPr="00493CA2">
        <w:rPr>
          <w:rFonts w:asciiTheme="minorHAnsi" w:hAnsiTheme="minorHAnsi"/>
          <w:i/>
          <w:kern w:val="3"/>
        </w:rPr>
        <w:t>.</w:t>
      </w:r>
      <w:sdt>
        <w:sdtPr>
          <w:rPr>
            <w:rFonts w:asciiTheme="minorHAnsi" w:hAnsiTheme="minorHAnsi"/>
          </w:rPr>
          <w:id w:val="385309866"/>
          <w:placeholder>
            <w:docPart w:val="3BC24B1C0D3D4070A60830FFA9971B74"/>
          </w:placeholder>
        </w:sdtPr>
        <w:sdtEndPr/>
        <w:sdtContent>
          <w:r w:rsidR="00911594">
            <w:rPr>
              <w:rFonts w:asciiTheme="minorHAnsi" w:hAnsiTheme="minorHAnsi"/>
            </w:rPr>
            <w:t>.……</w:t>
          </w:r>
          <w:r w:rsidR="00911594" w:rsidRPr="00493CA2">
            <w:rPr>
              <w:rFonts w:asciiTheme="minorHAnsi" w:hAnsiTheme="minorHAnsi"/>
            </w:rPr>
            <w:t>………………………….…………………..…………………………………………………</w:t>
          </w:r>
        </w:sdtContent>
      </w:sdt>
    </w:p>
    <w:p w14:paraId="0F7DC476" w14:textId="77777777" w:rsidR="00D9253B" w:rsidRPr="00D9253B" w:rsidRDefault="00D9253B" w:rsidP="00D9253B">
      <w:pPr>
        <w:pStyle w:val="LetteraTipo"/>
        <w:spacing w:line="276" w:lineRule="auto"/>
        <w:jc w:val="both"/>
        <w:rPr>
          <w:rFonts w:asciiTheme="minorHAnsi" w:hAnsiTheme="minorHAnsi"/>
          <w:b/>
        </w:rPr>
      </w:pPr>
    </w:p>
    <w:p w14:paraId="66E68C27" w14:textId="77777777" w:rsidR="00D9253B" w:rsidRPr="00D9253B" w:rsidRDefault="00D9253B" w:rsidP="00D9253B">
      <w:pPr>
        <w:pStyle w:val="LetteraTipo"/>
        <w:spacing w:line="276" w:lineRule="auto"/>
        <w:jc w:val="both"/>
        <w:rPr>
          <w:rFonts w:asciiTheme="minorHAnsi" w:hAnsiTheme="minorHAnsi"/>
          <w:b/>
        </w:rPr>
      </w:pPr>
    </w:p>
    <w:p w14:paraId="124E7DBD" w14:textId="49AE7767" w:rsidR="00D9253B" w:rsidRDefault="00D9253B" w:rsidP="00D9253B">
      <w:pPr>
        <w:pStyle w:val="LetteraTipo"/>
        <w:spacing w:line="276" w:lineRule="auto"/>
        <w:jc w:val="both"/>
        <w:rPr>
          <w:rFonts w:asciiTheme="minorHAnsi" w:hAnsiTheme="minorHAnsi"/>
          <w:b/>
        </w:rPr>
      </w:pPr>
      <w:r w:rsidRPr="00D9253B">
        <w:rPr>
          <w:rFonts w:asciiTheme="minorHAnsi" w:hAnsiTheme="minorHAnsi"/>
          <w:b/>
        </w:rPr>
        <w:t xml:space="preserve">Costi della sicurezza da rischio specifico </w:t>
      </w:r>
      <w:r w:rsidR="00911594" w:rsidRPr="00493CA2">
        <w:rPr>
          <w:rFonts w:asciiTheme="minorHAnsi" w:hAnsiTheme="minorHAnsi"/>
          <w:i/>
          <w:kern w:val="3"/>
        </w:rPr>
        <w:t>.</w:t>
      </w:r>
      <w:sdt>
        <w:sdtPr>
          <w:rPr>
            <w:rFonts w:asciiTheme="minorHAnsi" w:hAnsiTheme="minorHAnsi"/>
          </w:rPr>
          <w:id w:val="1585567541"/>
          <w:placeholder>
            <w:docPart w:val="3ED3FB00BE3C42498F9083755DE426EB"/>
          </w:placeholder>
        </w:sdtPr>
        <w:sdtEndPr/>
        <w:sdtContent>
          <w:r w:rsidR="00911594" w:rsidRPr="00493CA2">
            <w:rPr>
              <w:rFonts w:asciiTheme="minorHAnsi" w:hAnsiTheme="minorHAnsi"/>
            </w:rPr>
            <w:t>.…………………………………………………….</w:t>
          </w:r>
          <w:r w:rsidR="00911594">
            <w:rPr>
              <w:rFonts w:asciiTheme="minorHAnsi" w:hAnsiTheme="minorHAnsi"/>
            </w:rPr>
            <w:t>………</w:t>
          </w:r>
          <w:r w:rsidR="00911594" w:rsidRPr="00493CA2">
            <w:rPr>
              <w:rFonts w:asciiTheme="minorHAnsi" w:hAnsiTheme="minorHAnsi"/>
            </w:rPr>
            <w:t>……………………………………</w:t>
          </w:r>
        </w:sdtContent>
      </w:sdt>
    </w:p>
    <w:p w14:paraId="683A69AA" w14:textId="77777777" w:rsidR="00D9253B" w:rsidRDefault="00D9253B" w:rsidP="00914E10">
      <w:pPr>
        <w:pStyle w:val="LetteraTipo"/>
        <w:spacing w:line="276" w:lineRule="auto"/>
        <w:jc w:val="both"/>
        <w:rPr>
          <w:rFonts w:asciiTheme="minorHAnsi" w:hAnsiTheme="minorHAnsi"/>
          <w:b/>
        </w:rPr>
      </w:pPr>
    </w:p>
    <w:p w14:paraId="17980537" w14:textId="5E28CF57" w:rsidR="00914E10" w:rsidRPr="00493CA2" w:rsidRDefault="00914E10" w:rsidP="00914E10">
      <w:pPr>
        <w:pStyle w:val="LetteraTipo"/>
        <w:spacing w:line="276" w:lineRule="auto"/>
        <w:jc w:val="both"/>
        <w:rPr>
          <w:rFonts w:asciiTheme="minorHAnsi" w:hAnsiTheme="minorHAnsi"/>
        </w:rPr>
      </w:pPr>
      <w:r w:rsidRPr="00493CA2">
        <w:rPr>
          <w:rFonts w:asciiTheme="minorHAnsi" w:hAnsiTheme="minorHAnsi"/>
          <w:b/>
        </w:rPr>
        <w:t>N</w:t>
      </w:r>
      <w:r w:rsidR="006361B6">
        <w:rPr>
          <w:rFonts w:asciiTheme="minorHAnsi" w:hAnsiTheme="minorHAnsi"/>
          <w:b/>
        </w:rPr>
        <w:t>.B.1</w:t>
      </w:r>
      <w:r w:rsidRPr="00493CA2">
        <w:rPr>
          <w:rFonts w:asciiTheme="minorHAnsi" w:hAnsiTheme="minorHAnsi"/>
          <w:b/>
        </w:rPr>
        <w:t>:</w:t>
      </w:r>
      <w:r w:rsidRPr="00493CA2">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3E0CD9AF" w14:textId="4D428BFF" w:rsidR="00914E10" w:rsidRPr="00493CA2" w:rsidRDefault="00D774C1" w:rsidP="00914E10">
      <w:pPr>
        <w:pStyle w:val="LetteraTipo"/>
        <w:jc w:val="both"/>
        <w:rPr>
          <w:rFonts w:asciiTheme="minorHAnsi" w:hAnsiTheme="minorHAnsi"/>
        </w:rPr>
      </w:pPr>
      <w:r w:rsidRPr="00493CA2">
        <w:rPr>
          <w:rFonts w:asciiTheme="minorHAnsi" w:hAnsiTheme="minorHAnsi"/>
          <w:b/>
        </w:rPr>
        <w:t>N.B.</w:t>
      </w:r>
      <w:r w:rsidR="006361B6">
        <w:rPr>
          <w:rFonts w:asciiTheme="minorHAnsi" w:hAnsiTheme="minorHAnsi"/>
          <w:b/>
        </w:rPr>
        <w:t>2</w:t>
      </w:r>
      <w:r w:rsidR="00914E10" w:rsidRPr="00493CA2">
        <w:rPr>
          <w:rFonts w:asciiTheme="minorHAnsi" w:hAnsiTheme="minorHAnsi"/>
          <w:b/>
        </w:rPr>
        <w:t xml:space="preserve">: </w:t>
      </w:r>
      <w:r w:rsidR="00914E10" w:rsidRPr="00493CA2">
        <w:rPr>
          <w:rFonts w:asciiTheme="minorHAnsi" w:hAnsiTheme="minorHAnsi"/>
        </w:rPr>
        <w:t>In caso di manc</w:t>
      </w:r>
      <w:r w:rsidR="00835784" w:rsidRPr="00493CA2">
        <w:rPr>
          <w:rFonts w:asciiTheme="minorHAnsi" w:hAnsiTheme="minorHAnsi"/>
        </w:rPr>
        <w:t>ata corrispondenza tra gli importi</w:t>
      </w:r>
      <w:r w:rsidR="00914E10" w:rsidRPr="00493CA2">
        <w:rPr>
          <w:rFonts w:asciiTheme="minorHAnsi" w:hAnsiTheme="minorHAnsi"/>
        </w:rPr>
        <w:t xml:space="preserve"> espressi in cifre e quelli espressi in lettere, preverranno quelli espressi in lettere.</w:t>
      </w:r>
    </w:p>
    <w:p w14:paraId="0E07EC17" w14:textId="10C4832B" w:rsidR="00914E10" w:rsidRPr="00493CA2" w:rsidRDefault="00D774C1" w:rsidP="00914E10">
      <w:pPr>
        <w:pStyle w:val="LetteraTipo"/>
        <w:jc w:val="both"/>
        <w:rPr>
          <w:rFonts w:asciiTheme="minorHAnsi" w:hAnsiTheme="minorHAnsi"/>
        </w:rPr>
      </w:pPr>
      <w:r w:rsidRPr="00493CA2">
        <w:rPr>
          <w:rFonts w:asciiTheme="minorHAnsi" w:hAnsiTheme="minorHAnsi"/>
          <w:b/>
        </w:rPr>
        <w:t>N.B.</w:t>
      </w:r>
      <w:r w:rsidR="006361B6">
        <w:rPr>
          <w:rFonts w:asciiTheme="minorHAnsi" w:hAnsiTheme="minorHAnsi"/>
          <w:b/>
        </w:rPr>
        <w:t>3</w:t>
      </w:r>
      <w:r w:rsidR="00914E10" w:rsidRPr="00493CA2">
        <w:rPr>
          <w:rFonts w:asciiTheme="minorHAnsi" w:hAnsiTheme="minorHAnsi"/>
          <w:b/>
        </w:rPr>
        <w:t>:</w:t>
      </w:r>
      <w:r w:rsidR="00914E10" w:rsidRPr="00493CA2">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7A2DB3E3" w14:textId="77777777" w:rsidR="0047137E" w:rsidRDefault="0047137E" w:rsidP="00835784">
      <w:pPr>
        <w:jc w:val="both"/>
        <w:rPr>
          <w:rFonts w:asciiTheme="minorHAnsi" w:eastAsiaTheme="minorHAnsi" w:hAnsiTheme="minorHAnsi" w:cs="Arial"/>
          <w:b/>
          <w:sz w:val="20"/>
          <w:szCs w:val="20"/>
          <w:lang w:eastAsia="en-US"/>
        </w:rPr>
      </w:pPr>
    </w:p>
    <w:p w14:paraId="6EDB3C88" w14:textId="4ECA8831" w:rsidR="00835784" w:rsidRPr="006545AD" w:rsidRDefault="00D774C1" w:rsidP="00835784">
      <w:pPr>
        <w:jc w:val="both"/>
        <w:rPr>
          <w:rFonts w:asciiTheme="minorHAnsi" w:eastAsiaTheme="minorHAnsi" w:hAnsiTheme="minorHAnsi" w:cs="Arial"/>
          <w:b/>
          <w:sz w:val="20"/>
          <w:szCs w:val="20"/>
          <w:lang w:eastAsia="en-US"/>
        </w:rPr>
      </w:pPr>
      <w:r w:rsidRPr="006545AD">
        <w:rPr>
          <w:rFonts w:asciiTheme="minorHAnsi" w:eastAsiaTheme="minorHAnsi" w:hAnsiTheme="minorHAnsi" w:cs="Arial"/>
          <w:b/>
          <w:sz w:val="20"/>
          <w:szCs w:val="20"/>
          <w:lang w:eastAsia="en-US"/>
        </w:rPr>
        <w:t>N.B.</w:t>
      </w:r>
      <w:r w:rsidR="006361B6" w:rsidRPr="006545AD">
        <w:rPr>
          <w:rFonts w:asciiTheme="minorHAnsi" w:eastAsiaTheme="minorHAnsi" w:hAnsiTheme="minorHAnsi" w:cs="Arial"/>
          <w:b/>
          <w:sz w:val="20"/>
          <w:szCs w:val="20"/>
          <w:lang w:eastAsia="en-US"/>
        </w:rPr>
        <w:t>4</w:t>
      </w:r>
      <w:r w:rsidR="00835784" w:rsidRPr="006545AD">
        <w:rPr>
          <w:rFonts w:asciiTheme="minorHAnsi" w:eastAsiaTheme="minorHAnsi" w:hAnsiTheme="minorHAnsi" w:cs="Arial"/>
          <w:b/>
          <w:sz w:val="20"/>
          <w:szCs w:val="20"/>
          <w:lang w:eastAsia="en-US"/>
        </w:rPr>
        <w:t>:</w:t>
      </w:r>
      <w:r w:rsidR="00835784" w:rsidRPr="00493CA2">
        <w:rPr>
          <w:rFonts w:asciiTheme="minorHAnsi" w:eastAsiaTheme="minorHAnsi" w:hAnsiTheme="minorHAnsi" w:cs="Arial"/>
          <w:b/>
          <w:sz w:val="20"/>
          <w:szCs w:val="20"/>
          <w:u w:val="single"/>
          <w:lang w:eastAsia="en-US"/>
        </w:rPr>
        <w:t xml:space="preserve"> </w:t>
      </w:r>
      <w:r w:rsidR="00835784" w:rsidRPr="006545AD">
        <w:rPr>
          <w:rFonts w:asciiTheme="minorHAnsi" w:eastAsiaTheme="minorHAnsi" w:hAnsiTheme="minorHAnsi" w:cs="Arial"/>
          <w:b/>
          <w:sz w:val="20"/>
          <w:szCs w:val="20"/>
          <w:lang w:eastAsia="en-US"/>
        </w:rPr>
        <w:t xml:space="preserve">Si rammenta di </w:t>
      </w:r>
      <w:r w:rsidR="006545AD" w:rsidRPr="006545AD">
        <w:rPr>
          <w:rFonts w:asciiTheme="minorHAnsi" w:eastAsiaTheme="minorHAnsi" w:hAnsiTheme="minorHAnsi" w:cs="Arial"/>
          <w:b/>
          <w:sz w:val="20"/>
          <w:szCs w:val="20"/>
          <w:lang w:eastAsia="en-US"/>
        </w:rPr>
        <w:t xml:space="preserve">caricare a Sistema anche </w:t>
      </w:r>
      <w:r w:rsidR="00835784" w:rsidRPr="006545AD">
        <w:rPr>
          <w:rFonts w:asciiTheme="minorHAnsi" w:eastAsiaTheme="minorHAnsi" w:hAnsiTheme="minorHAnsi" w:cs="Arial"/>
          <w:b/>
          <w:sz w:val="20"/>
          <w:szCs w:val="20"/>
          <w:lang w:eastAsia="en-US"/>
        </w:rPr>
        <w:t xml:space="preserve">la Scheda in Allegato 5 del Capitolato Speciale, relativa alla quotazione del servizio Global Service comprensivo di tutte le attività indicate nel </w:t>
      </w:r>
      <w:r w:rsidR="006545AD">
        <w:rPr>
          <w:rFonts w:asciiTheme="minorHAnsi" w:eastAsiaTheme="minorHAnsi" w:hAnsiTheme="minorHAnsi" w:cs="Arial"/>
          <w:b/>
          <w:sz w:val="20"/>
          <w:szCs w:val="20"/>
          <w:lang w:eastAsia="en-US"/>
        </w:rPr>
        <w:t>CS</w:t>
      </w:r>
      <w:r w:rsidR="00835784" w:rsidRPr="006545AD">
        <w:rPr>
          <w:rFonts w:asciiTheme="minorHAnsi" w:eastAsiaTheme="minorHAnsi" w:hAnsiTheme="minorHAnsi" w:cs="Arial"/>
          <w:b/>
          <w:sz w:val="20"/>
          <w:szCs w:val="20"/>
          <w:lang w:eastAsia="en-US"/>
        </w:rPr>
        <w:t>.</w:t>
      </w:r>
    </w:p>
    <w:p w14:paraId="26CF4F9B" w14:textId="77777777" w:rsidR="0047137E" w:rsidRDefault="0047137E" w:rsidP="00835784">
      <w:pPr>
        <w:jc w:val="both"/>
        <w:rPr>
          <w:rFonts w:asciiTheme="minorHAnsi" w:eastAsiaTheme="minorHAnsi" w:hAnsiTheme="minorHAnsi" w:cs="Arial"/>
          <w:b/>
          <w:sz w:val="20"/>
          <w:szCs w:val="20"/>
          <w:lang w:eastAsia="en-US"/>
        </w:rPr>
      </w:pPr>
    </w:p>
    <w:p w14:paraId="6BAE2CB5" w14:textId="44017CC5" w:rsidR="00835784" w:rsidRDefault="00D774C1" w:rsidP="00835784">
      <w:pPr>
        <w:jc w:val="both"/>
        <w:rPr>
          <w:rFonts w:asciiTheme="minorHAnsi" w:eastAsiaTheme="minorHAnsi" w:hAnsiTheme="minorHAnsi" w:cs="Arial"/>
          <w:sz w:val="20"/>
          <w:szCs w:val="20"/>
          <w:lang w:eastAsia="en-US"/>
        </w:rPr>
      </w:pPr>
      <w:r w:rsidRPr="00493CA2">
        <w:rPr>
          <w:rFonts w:asciiTheme="minorHAnsi" w:eastAsiaTheme="minorHAnsi" w:hAnsiTheme="minorHAnsi" w:cs="Arial"/>
          <w:b/>
          <w:sz w:val="20"/>
          <w:szCs w:val="20"/>
          <w:lang w:eastAsia="en-US"/>
        </w:rPr>
        <w:t>N.B.</w:t>
      </w:r>
      <w:r w:rsidR="006361B6">
        <w:rPr>
          <w:rFonts w:asciiTheme="minorHAnsi" w:eastAsiaTheme="minorHAnsi" w:hAnsiTheme="minorHAnsi" w:cs="Arial"/>
          <w:b/>
          <w:sz w:val="20"/>
          <w:szCs w:val="20"/>
          <w:lang w:eastAsia="en-US"/>
        </w:rPr>
        <w:t>5</w:t>
      </w:r>
      <w:r w:rsidR="00835784" w:rsidRPr="00493CA2">
        <w:rPr>
          <w:rFonts w:asciiTheme="minorHAnsi" w:eastAsiaTheme="minorHAnsi" w:hAnsiTheme="minorHAnsi" w:cs="Arial"/>
          <w:b/>
          <w:sz w:val="20"/>
          <w:szCs w:val="20"/>
          <w:lang w:eastAsia="en-US"/>
        </w:rPr>
        <w:t xml:space="preserve">: </w:t>
      </w:r>
      <w:r w:rsidR="00835784" w:rsidRPr="00493CA2">
        <w:rPr>
          <w:rFonts w:asciiTheme="minorHAnsi" w:eastAsiaTheme="minorHAnsi" w:hAnsiTheme="minorHAnsi" w:cs="Arial"/>
          <w:sz w:val="20"/>
          <w:szCs w:val="20"/>
          <w:lang w:eastAsia="en-US"/>
        </w:rPr>
        <w:t xml:space="preserve">In caso di discordanza tra la tariffa per global </w:t>
      </w:r>
      <w:r w:rsidR="00417403" w:rsidRPr="00493CA2">
        <w:rPr>
          <w:rFonts w:asciiTheme="minorHAnsi" w:eastAsiaTheme="minorHAnsi" w:hAnsiTheme="minorHAnsi" w:cs="Arial"/>
          <w:sz w:val="20"/>
          <w:szCs w:val="20"/>
          <w:lang w:eastAsia="en-US"/>
        </w:rPr>
        <w:t xml:space="preserve">service riportata sul Modello di Offerta Economica </w:t>
      </w:r>
      <w:r w:rsidR="00835784" w:rsidRPr="00493CA2">
        <w:rPr>
          <w:rFonts w:asciiTheme="minorHAnsi" w:eastAsiaTheme="minorHAnsi" w:hAnsiTheme="minorHAnsi" w:cs="Arial"/>
          <w:sz w:val="20"/>
          <w:szCs w:val="20"/>
          <w:lang w:eastAsia="en-US"/>
        </w:rPr>
        <w:t>e quella risultante</w:t>
      </w:r>
      <w:r w:rsidR="0047137E">
        <w:rPr>
          <w:rFonts w:asciiTheme="minorHAnsi" w:eastAsiaTheme="minorHAnsi" w:hAnsiTheme="minorHAnsi" w:cs="Arial"/>
          <w:sz w:val="20"/>
          <w:szCs w:val="20"/>
          <w:lang w:eastAsia="en-US"/>
        </w:rPr>
        <w:t xml:space="preserve"> </w:t>
      </w:r>
      <w:r w:rsidR="00835784" w:rsidRPr="00493CA2">
        <w:rPr>
          <w:rFonts w:asciiTheme="minorHAnsi" w:eastAsiaTheme="minorHAnsi" w:hAnsiTheme="minorHAnsi" w:cs="Arial"/>
          <w:sz w:val="20"/>
          <w:szCs w:val="20"/>
          <w:lang w:eastAsia="en-US"/>
        </w:rPr>
        <w:t>sui valori riportati nell’Allegato 5, prevarrà l</w:t>
      </w:r>
      <w:r w:rsidR="00417403" w:rsidRPr="00493CA2">
        <w:rPr>
          <w:rFonts w:asciiTheme="minorHAnsi" w:eastAsiaTheme="minorHAnsi" w:hAnsiTheme="minorHAnsi" w:cs="Arial"/>
          <w:sz w:val="20"/>
          <w:szCs w:val="20"/>
          <w:lang w:eastAsia="en-US"/>
        </w:rPr>
        <w:t>a tariffa indicata sul Modello di Offerta Economica</w:t>
      </w:r>
      <w:r w:rsidR="00835784" w:rsidRPr="00493CA2">
        <w:rPr>
          <w:rFonts w:asciiTheme="minorHAnsi" w:eastAsiaTheme="minorHAnsi" w:hAnsiTheme="minorHAnsi" w:cs="Arial"/>
          <w:sz w:val="20"/>
          <w:szCs w:val="20"/>
          <w:lang w:eastAsia="en-US"/>
        </w:rPr>
        <w:t>.</w:t>
      </w:r>
    </w:p>
    <w:p w14:paraId="081C60C5" w14:textId="77777777" w:rsidR="0047137E" w:rsidRPr="00493CA2" w:rsidRDefault="0047137E" w:rsidP="00835784">
      <w:pPr>
        <w:jc w:val="both"/>
        <w:rPr>
          <w:rFonts w:asciiTheme="minorHAnsi" w:eastAsiaTheme="minorHAnsi" w:hAnsiTheme="minorHAnsi" w:cs="Arial"/>
          <w:b/>
          <w:sz w:val="20"/>
          <w:szCs w:val="20"/>
          <w:lang w:eastAsia="en-US"/>
        </w:rPr>
      </w:pPr>
    </w:p>
    <w:p w14:paraId="450817D7" w14:textId="44512CD6" w:rsidR="0047137E" w:rsidRPr="002F6C97" w:rsidRDefault="0047137E" w:rsidP="0047137E">
      <w:pPr>
        <w:jc w:val="both"/>
        <w:rPr>
          <w:rFonts w:asciiTheme="minorHAnsi" w:eastAsiaTheme="minorHAnsi" w:hAnsiTheme="minorHAnsi" w:cs="Arial"/>
          <w:sz w:val="20"/>
          <w:szCs w:val="20"/>
          <w:lang w:eastAsia="en-US"/>
        </w:rPr>
      </w:pPr>
      <w:r w:rsidRPr="00493CA2">
        <w:rPr>
          <w:rFonts w:asciiTheme="minorHAnsi" w:eastAsiaTheme="minorHAnsi" w:hAnsiTheme="minorHAnsi" w:cs="Arial"/>
          <w:b/>
          <w:sz w:val="20"/>
          <w:szCs w:val="20"/>
          <w:lang w:eastAsia="en-US"/>
        </w:rPr>
        <w:t>N.B.</w:t>
      </w:r>
      <w:r>
        <w:rPr>
          <w:rFonts w:asciiTheme="minorHAnsi" w:eastAsiaTheme="minorHAnsi" w:hAnsiTheme="minorHAnsi" w:cs="Arial"/>
          <w:b/>
          <w:sz w:val="20"/>
          <w:szCs w:val="20"/>
          <w:lang w:eastAsia="en-US"/>
        </w:rPr>
        <w:t>6</w:t>
      </w:r>
      <w:r w:rsidRPr="002F6C97">
        <w:rPr>
          <w:rFonts w:asciiTheme="minorHAnsi" w:eastAsiaTheme="minorHAnsi" w:hAnsiTheme="minorHAnsi" w:cs="Arial"/>
          <w:sz w:val="20"/>
          <w:szCs w:val="20"/>
          <w:lang w:eastAsia="en-US"/>
        </w:rPr>
        <w:t xml:space="preserve">: In caso di discordanza tra il PREZZO VEICOLO OFFERTO e la somma risultante dal </w:t>
      </w:r>
      <w:r w:rsidRPr="002F6C97">
        <w:rPr>
          <w:rFonts w:asciiTheme="minorHAnsi" w:hAnsiTheme="minorHAnsi" w:cs="Arial"/>
          <w:sz w:val="20"/>
          <w:szCs w:val="20"/>
        </w:rPr>
        <w:t>PREZZO UNITARIO DEL VEICOLO OFFERTO</w:t>
      </w:r>
      <w:r w:rsidRPr="002F6C97">
        <w:rPr>
          <w:rFonts w:asciiTheme="minorHAnsi" w:eastAsiaTheme="minorHAnsi" w:hAnsiTheme="minorHAnsi" w:cs="Arial"/>
          <w:sz w:val="20"/>
          <w:szCs w:val="20"/>
          <w:lang w:eastAsia="en-US"/>
        </w:rPr>
        <w:t xml:space="preserve"> e la TARIFFA UNITARIA PER I SERVIZI DI GLOBAL SERVICE OFFERTA moltiplicata per </w:t>
      </w:r>
      <w:r w:rsidR="002F6C97">
        <w:rPr>
          <w:rFonts w:asciiTheme="minorHAnsi" w:eastAsiaTheme="minorHAnsi" w:hAnsiTheme="minorHAnsi" w:cs="Arial"/>
          <w:sz w:val="20"/>
          <w:szCs w:val="20"/>
          <w:lang w:eastAsia="en-US"/>
        </w:rPr>
        <w:t xml:space="preserve">la percorrenza chilometrica nei 10 anni di Global service prevista dal Profilo di Missione pari a 780.000 km, </w:t>
      </w:r>
      <w:r w:rsidRPr="002F6C97">
        <w:rPr>
          <w:rFonts w:asciiTheme="minorHAnsi" w:eastAsiaTheme="minorHAnsi" w:hAnsiTheme="minorHAnsi" w:cs="Arial"/>
          <w:sz w:val="20"/>
          <w:szCs w:val="20"/>
          <w:lang w:eastAsia="en-US"/>
        </w:rPr>
        <w:t xml:space="preserve">la Commissione ricalcolerà il PREZZO VEICOLO OFFERTO secondo la formula di cui all’art. </w:t>
      </w:r>
      <w:r w:rsidR="002F6C97" w:rsidRPr="002F6C97">
        <w:rPr>
          <w:rFonts w:asciiTheme="minorHAnsi" w:eastAsiaTheme="minorHAnsi" w:hAnsiTheme="minorHAnsi" w:cs="Arial"/>
          <w:sz w:val="20"/>
          <w:szCs w:val="20"/>
          <w:lang w:eastAsia="en-US"/>
        </w:rPr>
        <w:t xml:space="preserve">7.3 del CS </w:t>
      </w:r>
      <w:r w:rsidRPr="002F6C97">
        <w:rPr>
          <w:rFonts w:asciiTheme="minorHAnsi" w:eastAsiaTheme="minorHAnsi" w:hAnsiTheme="minorHAnsi" w:cs="Arial"/>
          <w:sz w:val="20"/>
          <w:szCs w:val="20"/>
          <w:lang w:eastAsia="en-US"/>
        </w:rPr>
        <w:t>partendo dai valo</w:t>
      </w:r>
      <w:r w:rsidR="002F6C97" w:rsidRPr="002F6C97">
        <w:rPr>
          <w:rFonts w:asciiTheme="minorHAnsi" w:eastAsiaTheme="minorHAnsi" w:hAnsiTheme="minorHAnsi" w:cs="Arial"/>
          <w:sz w:val="20"/>
          <w:szCs w:val="20"/>
          <w:lang w:eastAsia="en-US"/>
        </w:rPr>
        <w:t xml:space="preserve">ri indicati come </w:t>
      </w:r>
      <w:r w:rsidR="002F6C97" w:rsidRPr="002F6C97">
        <w:rPr>
          <w:rFonts w:asciiTheme="minorHAnsi" w:hAnsiTheme="minorHAnsi" w:cs="Arial"/>
          <w:sz w:val="20"/>
          <w:szCs w:val="20"/>
        </w:rPr>
        <w:t>PREZZO UNITARIO DEL VEICOLO OFFERTO</w:t>
      </w:r>
      <w:r w:rsidR="002F6C97" w:rsidRPr="002F6C97">
        <w:rPr>
          <w:rFonts w:asciiTheme="minorHAnsi" w:eastAsiaTheme="minorHAnsi" w:hAnsiTheme="minorHAnsi" w:cs="Arial"/>
          <w:sz w:val="20"/>
          <w:szCs w:val="20"/>
          <w:lang w:eastAsia="en-US"/>
        </w:rPr>
        <w:t xml:space="preserve"> e TARIFFA UNITARIA PER I SERVIZI DI GLOBAL SERVICE OFFERTA</w:t>
      </w:r>
      <w:r w:rsidRPr="002F6C97">
        <w:rPr>
          <w:rFonts w:asciiTheme="minorHAnsi" w:eastAsiaTheme="minorHAnsi" w:hAnsiTheme="minorHAnsi" w:cs="Arial"/>
          <w:sz w:val="20"/>
          <w:szCs w:val="20"/>
          <w:lang w:eastAsia="en-US"/>
        </w:rPr>
        <w:t>.</w:t>
      </w:r>
    </w:p>
    <w:p w14:paraId="13CA4635" w14:textId="77777777" w:rsidR="000C240A" w:rsidRPr="00493CA2" w:rsidRDefault="000C240A" w:rsidP="00F1507F">
      <w:pPr>
        <w:jc w:val="both"/>
        <w:rPr>
          <w:rFonts w:asciiTheme="minorHAnsi" w:hAnsiTheme="minorHAnsi" w:cs="Arial"/>
          <w:b/>
          <w:sz w:val="20"/>
          <w:szCs w:val="20"/>
        </w:rPr>
      </w:pPr>
    </w:p>
    <w:p w14:paraId="1A116D40" w14:textId="77777777" w:rsidR="008642CD" w:rsidRPr="00493CA2" w:rsidRDefault="008642CD" w:rsidP="00F1507F">
      <w:pPr>
        <w:jc w:val="both"/>
        <w:rPr>
          <w:rFonts w:asciiTheme="minorHAnsi" w:hAnsiTheme="minorHAnsi" w:cs="Arial"/>
          <w:b/>
          <w:sz w:val="20"/>
          <w:szCs w:val="20"/>
        </w:rPr>
      </w:pPr>
    </w:p>
    <w:p w14:paraId="6F63EC16" w14:textId="77777777" w:rsidR="00F1507F" w:rsidRPr="00493CA2" w:rsidRDefault="00F1507F" w:rsidP="00F1507F">
      <w:pPr>
        <w:jc w:val="both"/>
        <w:rPr>
          <w:rFonts w:asciiTheme="minorHAnsi" w:hAnsiTheme="minorHAnsi" w:cs="Arial"/>
          <w:b/>
          <w:sz w:val="20"/>
          <w:szCs w:val="20"/>
        </w:rPr>
      </w:pPr>
      <w:r w:rsidRPr="00493CA2">
        <w:rPr>
          <w:rFonts w:asciiTheme="minorHAnsi" w:hAnsiTheme="minorHAnsi" w:cs="Arial"/>
          <w:b/>
          <w:sz w:val="20"/>
          <w:szCs w:val="20"/>
        </w:rPr>
        <w:t>Si precisa che il presente Modello è sottoscritto, ai sensi del D.lgs. n. 82/2005:</w:t>
      </w:r>
    </w:p>
    <w:p w14:paraId="6764EC9E" w14:textId="77777777" w:rsidR="00F1507F" w:rsidRPr="00493CA2" w:rsidRDefault="00F1507F" w:rsidP="00F1507F">
      <w:pPr>
        <w:jc w:val="both"/>
        <w:rPr>
          <w:rFonts w:asciiTheme="minorHAnsi" w:hAnsiTheme="minorHAnsi" w:cs="Arial"/>
          <w:b/>
          <w:sz w:val="20"/>
          <w:szCs w:val="20"/>
        </w:rPr>
      </w:pPr>
    </w:p>
    <w:p w14:paraId="25D66781" w14:textId="77777777" w:rsidR="00F1507F" w:rsidRPr="00493CA2" w:rsidRDefault="00F1507F" w:rsidP="00DC22E1">
      <w:pPr>
        <w:pStyle w:val="LetteraTipo"/>
        <w:jc w:val="both"/>
        <w:rPr>
          <w:rFonts w:asciiTheme="minorHAnsi" w:hAnsiTheme="minorHAnsi"/>
        </w:rPr>
      </w:pPr>
      <w:r w:rsidRPr="00493CA2">
        <w:rPr>
          <w:rFonts w:asciiTheme="minorHAnsi" w:hAnsiTheme="minorHAnsi"/>
        </w:rPr>
        <w:t>- dal concorrente che partecipa in forma singola;</w:t>
      </w:r>
    </w:p>
    <w:p w14:paraId="2D4D8E3D" w14:textId="77777777" w:rsidR="00F1507F" w:rsidRPr="00493CA2" w:rsidRDefault="00F1507F" w:rsidP="00DC22E1">
      <w:pPr>
        <w:pStyle w:val="LetteraTipo"/>
        <w:jc w:val="both"/>
        <w:rPr>
          <w:rFonts w:asciiTheme="minorHAnsi" w:hAnsiTheme="minorHAnsi"/>
        </w:rPr>
      </w:pPr>
      <w:r w:rsidRPr="00493CA2">
        <w:rPr>
          <w:rFonts w:asciiTheme="minorHAnsi" w:hAnsiTheme="minorHAnsi"/>
        </w:rPr>
        <w:t>- nel caso di raggruppamento temporaneo o consorzio ordinario o GEIE costituiti, dalla mandataria/capofila;</w:t>
      </w:r>
    </w:p>
    <w:p w14:paraId="135693DA" w14:textId="77777777" w:rsidR="00F1507F" w:rsidRPr="00493CA2" w:rsidRDefault="00F1507F" w:rsidP="00DC22E1">
      <w:pPr>
        <w:pStyle w:val="LetteraTipo"/>
        <w:jc w:val="both"/>
        <w:rPr>
          <w:rFonts w:asciiTheme="minorHAnsi" w:hAnsiTheme="minorHAnsi"/>
        </w:rPr>
      </w:pPr>
      <w:r w:rsidRPr="00493CA2">
        <w:rPr>
          <w:rFonts w:asciiTheme="minorHAnsi" w:hAnsiTheme="minorHAnsi"/>
        </w:rPr>
        <w:t>- nel caso di raggruppamento temporaneo o consorzio ordinario o GEIE non ancora costituiti, da tutti i soggetti che costituiranno il raggruppamento o il consorzio o il gruppo;</w:t>
      </w:r>
    </w:p>
    <w:p w14:paraId="7B72D5ED" w14:textId="77777777" w:rsidR="00F1507F" w:rsidRPr="00493CA2" w:rsidRDefault="00F1507F" w:rsidP="00DC22E1">
      <w:pPr>
        <w:pStyle w:val="LetteraTipo"/>
        <w:jc w:val="both"/>
        <w:rPr>
          <w:rFonts w:asciiTheme="minorHAnsi" w:hAnsiTheme="minorHAnsi"/>
        </w:rPr>
      </w:pPr>
      <w:r w:rsidRPr="00493CA2">
        <w:rPr>
          <w:rFonts w:asciiTheme="minorHAnsi" w:hAnsiTheme="minorHAnsi"/>
        </w:rPr>
        <w:t>- nel caso di aggregazioni di retisti:</w:t>
      </w:r>
    </w:p>
    <w:p w14:paraId="5F9E2CD5" w14:textId="77777777" w:rsidR="00DC22E1" w:rsidRPr="00493CA2" w:rsidRDefault="00F1507F" w:rsidP="00DC22E1">
      <w:pPr>
        <w:pStyle w:val="LetteraTipo"/>
        <w:numPr>
          <w:ilvl w:val="0"/>
          <w:numId w:val="27"/>
        </w:numPr>
        <w:jc w:val="both"/>
        <w:rPr>
          <w:rFonts w:asciiTheme="minorHAnsi" w:hAnsiTheme="minorHAnsi"/>
        </w:rPr>
      </w:pPr>
      <w:r w:rsidRPr="00493CA2">
        <w:rPr>
          <w:rFonts w:asciiTheme="minorHAnsi" w:hAnsiTheme="minorHAnsi"/>
        </w:rPr>
        <w:t>se la rete è dotata di un organo comune con potere di rappresentanza e con soggettività giuridica, ai sensi dell’articolo 3, comma 4-quater, del decreto l</w:t>
      </w:r>
      <w:r w:rsidR="00DC22E1" w:rsidRPr="00493CA2">
        <w:rPr>
          <w:rFonts w:asciiTheme="minorHAnsi" w:hAnsiTheme="minorHAnsi"/>
        </w:rPr>
        <w:t>egge 10 febbraio 2009, n. 5, il Modello deve essere sottoscritto</w:t>
      </w:r>
      <w:r w:rsidRPr="00493CA2">
        <w:rPr>
          <w:rFonts w:asciiTheme="minorHAnsi" w:hAnsiTheme="minorHAnsi"/>
        </w:rPr>
        <w:t xml:space="preserve"> dal solo operatore economico che riveste la funzione di organo comune;</w:t>
      </w:r>
    </w:p>
    <w:p w14:paraId="509B2C90" w14:textId="77777777" w:rsidR="00DC22E1" w:rsidRPr="00493CA2" w:rsidRDefault="00F1507F" w:rsidP="00DC22E1">
      <w:pPr>
        <w:pStyle w:val="LetteraTipo"/>
        <w:numPr>
          <w:ilvl w:val="0"/>
          <w:numId w:val="27"/>
        </w:numPr>
        <w:jc w:val="both"/>
        <w:rPr>
          <w:rFonts w:asciiTheme="minorHAnsi" w:hAnsiTheme="minorHAnsi"/>
        </w:rPr>
      </w:pPr>
      <w:r w:rsidRPr="00493CA2">
        <w:rPr>
          <w:rFonts w:asciiTheme="minorHAnsi" w:hAnsiTheme="minorHAnsi"/>
        </w:rPr>
        <w:t xml:space="preserve">se la rete è dotata di un organo comune con potere di rappresentanza ma è priva di soggettività giuridica, ai sensi dell’articolo 3, comma 4-quater, del decreto </w:t>
      </w:r>
      <w:r w:rsidR="00DC22E1" w:rsidRPr="00493CA2">
        <w:rPr>
          <w:rFonts w:asciiTheme="minorHAnsi" w:hAnsiTheme="minorHAnsi"/>
        </w:rPr>
        <w:t>legge 10 febbraio 2009, n. 5, il Modello deve essere sottoscritto</w:t>
      </w:r>
      <w:r w:rsidRPr="00493CA2">
        <w:rPr>
          <w:rFonts w:asciiTheme="minorHAnsi" w:hAnsiTheme="minorHAnsi"/>
        </w:rPr>
        <w:t xml:space="preserve"> dall’impresa che riveste le funzioni di organo comune nonché da ognuno dei retisti che partecipa alla gara; </w:t>
      </w:r>
    </w:p>
    <w:p w14:paraId="325053E8" w14:textId="6C097457" w:rsidR="00F1507F" w:rsidRPr="00493CA2" w:rsidRDefault="00F1507F" w:rsidP="00DC22E1">
      <w:pPr>
        <w:pStyle w:val="LetteraTipo"/>
        <w:numPr>
          <w:ilvl w:val="0"/>
          <w:numId w:val="27"/>
        </w:numPr>
        <w:jc w:val="both"/>
        <w:rPr>
          <w:rFonts w:asciiTheme="minorHAnsi" w:hAnsiTheme="minorHAnsi"/>
        </w:rPr>
      </w:pPr>
      <w:r w:rsidRPr="00493CA2">
        <w:rPr>
          <w:rFonts w:asciiTheme="minorHAnsi" w:hAnsiTheme="minorHAnsi"/>
        </w:rPr>
        <w:lastRenderedPageBreak/>
        <w:t>se la rete è dotata di un organo comune privo del potere di rappresentanza o se la rete è sprovvista di organo comune, oppure se l’organo comune è privo dei requisiti di qualificazione richiesti per assu</w:t>
      </w:r>
      <w:r w:rsidR="00DC22E1" w:rsidRPr="00493CA2">
        <w:rPr>
          <w:rFonts w:asciiTheme="minorHAnsi" w:hAnsiTheme="minorHAnsi"/>
        </w:rPr>
        <w:t>mere la veste di mandataria, il Modello deve essere sottoscritto</w:t>
      </w:r>
      <w:r w:rsidRPr="00493CA2">
        <w:rPr>
          <w:rFonts w:asciiTheme="minorHAnsi" w:hAnsiTheme="minorHAnsi"/>
        </w:rPr>
        <w:t xml:space="preserve"> dal retista che riveste la qualifica di mandatario, ovvero, in caso di partecipazione nelle forme del raggruppamento da costituirsi, da ognuno dei retisti che partecipa alla gara. </w:t>
      </w:r>
    </w:p>
    <w:p w14:paraId="4EAFBCF4" w14:textId="77777777" w:rsidR="00F1507F" w:rsidRPr="00493CA2" w:rsidRDefault="00F1507F" w:rsidP="00DC22E1">
      <w:pPr>
        <w:pStyle w:val="LetteraTipo"/>
        <w:jc w:val="both"/>
        <w:rPr>
          <w:rFonts w:asciiTheme="minorHAnsi" w:hAnsiTheme="minorHAnsi"/>
        </w:rPr>
      </w:pPr>
    </w:p>
    <w:p w14:paraId="46F0B608" w14:textId="0018E782" w:rsidR="00F1507F" w:rsidRPr="00493CA2" w:rsidRDefault="00F1507F" w:rsidP="00DC22E1">
      <w:pPr>
        <w:pStyle w:val="LetteraTipo"/>
        <w:jc w:val="both"/>
        <w:rPr>
          <w:rFonts w:asciiTheme="minorHAnsi" w:hAnsiTheme="minorHAnsi"/>
        </w:rPr>
      </w:pPr>
      <w:r w:rsidRPr="00493CA2">
        <w:rPr>
          <w:rFonts w:asciiTheme="minorHAnsi" w:hAnsiTheme="minorHAnsi"/>
        </w:rPr>
        <w:t>-  nel caso di consorzio di cooperative e imprese artigiane o di consorzio stabile di cui all’articolo 65, comma 2, lett</w:t>
      </w:r>
      <w:r w:rsidR="00DC22E1" w:rsidRPr="00493CA2">
        <w:rPr>
          <w:rFonts w:asciiTheme="minorHAnsi" w:hAnsiTheme="minorHAnsi"/>
        </w:rPr>
        <w:t>. b) e c) del Codice, il Modello</w:t>
      </w:r>
      <w:r w:rsidRPr="00493CA2">
        <w:rPr>
          <w:rFonts w:asciiTheme="minorHAnsi" w:hAnsiTheme="minorHAnsi"/>
        </w:rPr>
        <w:t xml:space="preserve"> è sottoscrit</w:t>
      </w:r>
      <w:r w:rsidR="00DC22E1" w:rsidRPr="00493CA2">
        <w:rPr>
          <w:rFonts w:asciiTheme="minorHAnsi" w:hAnsiTheme="minorHAnsi"/>
        </w:rPr>
        <w:t>to</w:t>
      </w:r>
      <w:r w:rsidRPr="00493CA2">
        <w:rPr>
          <w:rFonts w:asciiTheme="minorHAnsi" w:hAnsiTheme="minorHAnsi"/>
        </w:rPr>
        <w:t xml:space="preserve"> digitalmente dal consorzio medesimo.</w:t>
      </w:r>
    </w:p>
    <w:p w14:paraId="1B841F22" w14:textId="77777777" w:rsidR="00F1507F" w:rsidRPr="00493CA2" w:rsidRDefault="00F1507F" w:rsidP="00DC22E1">
      <w:pPr>
        <w:pStyle w:val="LetteraTipo"/>
        <w:jc w:val="both"/>
        <w:rPr>
          <w:rFonts w:asciiTheme="minorHAnsi" w:hAnsiTheme="minorHAnsi"/>
        </w:rPr>
      </w:pPr>
    </w:p>
    <w:p w14:paraId="36AB271B" w14:textId="6AB9D5BA" w:rsidR="00F1507F" w:rsidRPr="00493CA2" w:rsidRDefault="00F1507F" w:rsidP="00DC22E1">
      <w:pPr>
        <w:pStyle w:val="LetteraTipo"/>
        <w:jc w:val="both"/>
        <w:rPr>
          <w:rFonts w:asciiTheme="minorHAnsi" w:hAnsiTheme="minorHAnsi"/>
        </w:rPr>
      </w:pPr>
      <w:r w:rsidRPr="00493CA2">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r w:rsidR="0086663E" w:rsidRPr="00493CA2">
        <w:rPr>
          <w:rFonts w:asciiTheme="minorHAnsi" w:hAnsiTheme="minorHAnsi"/>
        </w:rPr>
        <w:t>.</w:t>
      </w:r>
    </w:p>
    <w:p w14:paraId="770C3639" w14:textId="77777777" w:rsidR="000A363B" w:rsidRPr="00493CA2" w:rsidRDefault="000A363B" w:rsidP="0046330A">
      <w:pPr>
        <w:pStyle w:val="LetteraTipo"/>
        <w:jc w:val="both"/>
        <w:rPr>
          <w:rFonts w:asciiTheme="minorHAnsi" w:hAnsiTheme="minorHAnsi"/>
        </w:rPr>
      </w:pPr>
    </w:p>
    <w:p w14:paraId="0895E3EC" w14:textId="77777777" w:rsidR="00A857E6" w:rsidRPr="00493CA2" w:rsidRDefault="00A857E6" w:rsidP="0046330A">
      <w:pPr>
        <w:pStyle w:val="LetteraTipo"/>
        <w:jc w:val="both"/>
        <w:rPr>
          <w:rFonts w:asciiTheme="minorHAnsi" w:hAnsiTheme="minorHAnsi"/>
        </w:rPr>
      </w:pPr>
    </w:p>
    <w:p w14:paraId="79557EEA" w14:textId="77777777" w:rsidR="00A857E6" w:rsidRPr="00493CA2" w:rsidRDefault="00A857E6" w:rsidP="0046330A">
      <w:pPr>
        <w:pStyle w:val="LetteraTipo"/>
        <w:jc w:val="both"/>
        <w:rPr>
          <w:rFonts w:asciiTheme="minorHAnsi" w:hAnsiTheme="minorHAnsi"/>
        </w:rPr>
      </w:pPr>
    </w:p>
    <w:p w14:paraId="715ABECF" w14:textId="77777777" w:rsidR="00A857E6" w:rsidRPr="00493CA2" w:rsidRDefault="00A857E6" w:rsidP="0046330A">
      <w:pPr>
        <w:pStyle w:val="LetteraTipo"/>
        <w:jc w:val="both"/>
        <w:rPr>
          <w:rFonts w:asciiTheme="minorHAnsi" w:hAnsiTheme="minorHAnsi"/>
        </w:rPr>
      </w:pPr>
    </w:p>
    <w:sectPr w:rsidR="00A857E6" w:rsidRPr="00493CA2" w:rsidSect="0027224E">
      <w:headerReference w:type="even" r:id="rId8"/>
      <w:headerReference w:type="default" r:id="rId9"/>
      <w:footerReference w:type="even" r:id="rId10"/>
      <w:footerReference w:type="default" r:id="rId11"/>
      <w:headerReference w:type="first" r:id="rId12"/>
      <w:footerReference w:type="first" r:id="rId13"/>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C00D2" w14:textId="77777777" w:rsidR="003056EB" w:rsidRDefault="003056E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2B6E7579" w:rsidR="00206085" w:rsidRPr="00A153F4" w:rsidRDefault="003967DC" w:rsidP="00DB44A3">
    <w:pPr>
      <w:pStyle w:val="Pidipagina"/>
      <w:jc w:val="right"/>
      <w:rPr>
        <w:rFonts w:ascii="Arial" w:hAnsi="Arial" w:cs="Arial"/>
        <w:b/>
        <w:sz w:val="16"/>
        <w:szCs w:val="16"/>
      </w:rPr>
    </w:pPr>
    <w:proofErr w:type="spellStart"/>
    <w:r>
      <w:rPr>
        <w:rFonts w:ascii="Arial" w:hAnsi="Arial" w:cs="Arial"/>
        <w:b/>
        <w:sz w:val="16"/>
        <w:szCs w:val="16"/>
      </w:rPr>
      <w:t>Mod</w:t>
    </w:r>
    <w:proofErr w:type="spellEnd"/>
    <w:r>
      <w:rPr>
        <w:rFonts w:ascii="Arial" w:hAnsi="Arial" w:cs="Arial"/>
        <w:b/>
        <w:sz w:val="16"/>
        <w:szCs w:val="16"/>
      </w:rPr>
      <w:t>. O.E.</w:t>
    </w:r>
    <w:r w:rsidR="00206085" w:rsidRPr="00A153F4">
      <w:rPr>
        <w:rFonts w:ascii="Arial" w:hAnsi="Arial" w:cs="Arial"/>
        <w:b/>
        <w:sz w:val="16"/>
        <w:szCs w:val="16"/>
      </w:rPr>
      <w:t xml:space="preserve"> </w:t>
    </w:r>
    <w:r w:rsidR="00206085" w:rsidRPr="00A153F4">
      <w:rPr>
        <w:rFonts w:ascii="Arial" w:hAnsi="Arial" w:cs="Arial"/>
        <w:b/>
        <w:snapToGrid w:val="0"/>
        <w:sz w:val="16"/>
        <w:szCs w:val="16"/>
      </w:rPr>
      <w:t xml:space="preserve">Pagina </w:t>
    </w:r>
    <w:r w:rsidR="00206085" w:rsidRPr="00A153F4">
      <w:rPr>
        <w:rFonts w:ascii="Arial" w:hAnsi="Arial" w:cs="Arial"/>
        <w:b/>
        <w:snapToGrid w:val="0"/>
        <w:sz w:val="16"/>
        <w:szCs w:val="16"/>
      </w:rPr>
      <w:fldChar w:fldCharType="begin"/>
    </w:r>
    <w:r w:rsidR="00206085" w:rsidRPr="00A153F4">
      <w:rPr>
        <w:rFonts w:ascii="Arial" w:hAnsi="Arial" w:cs="Arial"/>
        <w:b/>
        <w:snapToGrid w:val="0"/>
        <w:sz w:val="16"/>
        <w:szCs w:val="16"/>
      </w:rPr>
      <w:instrText xml:space="preserve"> PAGE </w:instrText>
    </w:r>
    <w:r w:rsidR="00206085" w:rsidRPr="00A153F4">
      <w:rPr>
        <w:rFonts w:ascii="Arial" w:hAnsi="Arial" w:cs="Arial"/>
        <w:b/>
        <w:snapToGrid w:val="0"/>
        <w:sz w:val="16"/>
        <w:szCs w:val="16"/>
      </w:rPr>
      <w:fldChar w:fldCharType="separate"/>
    </w:r>
    <w:r w:rsidR="002E260B">
      <w:rPr>
        <w:rFonts w:ascii="Arial" w:hAnsi="Arial" w:cs="Arial"/>
        <w:b/>
        <w:noProof/>
        <w:snapToGrid w:val="0"/>
        <w:sz w:val="16"/>
        <w:szCs w:val="16"/>
      </w:rPr>
      <w:t>1</w:t>
    </w:r>
    <w:r w:rsidR="00206085" w:rsidRPr="00A153F4">
      <w:rPr>
        <w:rFonts w:ascii="Arial" w:hAnsi="Arial" w:cs="Arial"/>
        <w:b/>
        <w:snapToGrid w:val="0"/>
        <w:sz w:val="16"/>
        <w:szCs w:val="16"/>
      </w:rPr>
      <w:fldChar w:fldCharType="end"/>
    </w:r>
    <w:r w:rsidR="00206085" w:rsidRPr="00A153F4">
      <w:rPr>
        <w:rFonts w:ascii="Arial" w:hAnsi="Arial" w:cs="Arial"/>
        <w:b/>
        <w:snapToGrid w:val="0"/>
        <w:sz w:val="16"/>
        <w:szCs w:val="16"/>
      </w:rPr>
      <w:t xml:space="preserve"> di </w:t>
    </w:r>
    <w:r w:rsidR="003056EB">
      <w:rPr>
        <w:rFonts w:ascii="Arial" w:hAnsi="Arial" w:cs="Arial"/>
        <w:b/>
        <w:snapToGrid w:val="0"/>
        <w:sz w:val="16"/>
        <w:szCs w:val="16"/>
      </w:rPr>
      <w:t>4</w:t>
    </w:r>
  </w:p>
  <w:p w14:paraId="5A0D3D43" w14:textId="77777777" w:rsidR="00206085" w:rsidRPr="00DB44A3" w:rsidRDefault="00206085" w:rsidP="00DB44A3">
    <w:pPr>
      <w:pStyle w:val="Pidipagina"/>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F3018" w14:textId="77777777" w:rsidR="003056EB" w:rsidRDefault="003056E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C2C9D" w14:textId="77777777" w:rsidR="003056EB" w:rsidRDefault="003056E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05F6027E" w14:textId="4E699160" w:rsidR="00206085" w:rsidRPr="006361B6" w:rsidRDefault="00B15371" w:rsidP="00406DBE">
    <w:pPr>
      <w:tabs>
        <w:tab w:val="left" w:pos="9638"/>
      </w:tabs>
      <w:ind w:right="-1"/>
      <w:jc w:val="center"/>
      <w:rPr>
        <w:rFonts w:asciiTheme="minorHAnsi" w:hAnsiTheme="minorHAnsi" w:cs="Arial"/>
        <w:b/>
        <w:sz w:val="22"/>
        <w:szCs w:val="22"/>
      </w:rPr>
    </w:pPr>
    <w:r w:rsidRPr="00462817">
      <w:rPr>
        <w:rFonts w:ascii="Arial" w:hAnsi="Arial" w:cs="Arial"/>
        <w:b/>
        <w:sz w:val="22"/>
        <w:szCs w:val="22"/>
      </w:rPr>
      <w:t xml:space="preserve"> </w:t>
    </w:r>
    <w:r w:rsidRPr="006361B6">
      <w:rPr>
        <w:rFonts w:asciiTheme="minorHAnsi" w:hAnsiTheme="minorHAnsi" w:cs="Arial"/>
        <w:b/>
        <w:sz w:val="22"/>
        <w:szCs w:val="22"/>
      </w:rPr>
      <w:t>Modello di Offerta Economica</w:t>
    </w:r>
    <w:r w:rsidR="0003307E" w:rsidRPr="006361B6">
      <w:rPr>
        <w:rFonts w:asciiTheme="minorHAnsi" w:hAnsiTheme="minorHAnsi" w:cs="Arial"/>
        <w:b/>
        <w:sz w:val="22"/>
        <w:szCs w:val="22"/>
      </w:rPr>
      <w:t xml:space="preserve"> </w:t>
    </w:r>
    <w:r w:rsidR="00835784" w:rsidRPr="006361B6">
      <w:rPr>
        <w:rFonts w:asciiTheme="minorHAnsi" w:hAnsiTheme="minorHAnsi" w:cs="Arial"/>
        <w:b/>
        <w:sz w:val="22"/>
        <w:szCs w:val="22"/>
      </w:rPr>
      <w:t>– Lotto 1</w:t>
    </w:r>
  </w:p>
  <w:p w14:paraId="49CA4BF4" w14:textId="77777777" w:rsidR="00206085" w:rsidRDefault="00206085" w:rsidP="005749F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08249" w14:textId="77777777" w:rsidR="003056EB" w:rsidRDefault="003056E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77E4188"/>
    <w:multiLevelType w:val="hybridMultilevel"/>
    <w:tmpl w:val="41EC7ED2"/>
    <w:lvl w:ilvl="0" w:tplc="70A85C10">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3"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67476865"/>
    <w:multiLevelType w:val="hybridMultilevel"/>
    <w:tmpl w:val="825A18F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7BD0436"/>
    <w:multiLevelType w:val="hybridMultilevel"/>
    <w:tmpl w:val="11C040F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6916AE8"/>
    <w:multiLevelType w:val="hybridMultilevel"/>
    <w:tmpl w:val="67269CD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9"/>
  </w:num>
  <w:num w:numId="3">
    <w:abstractNumId w:val="6"/>
  </w:num>
  <w:num w:numId="4">
    <w:abstractNumId w:val="20"/>
  </w:num>
  <w:num w:numId="5">
    <w:abstractNumId w:val="18"/>
  </w:num>
  <w:num w:numId="6">
    <w:abstractNumId w:val="21"/>
  </w:num>
  <w:num w:numId="7">
    <w:abstractNumId w:val="2"/>
  </w:num>
  <w:num w:numId="8">
    <w:abstractNumId w:val="13"/>
  </w:num>
  <w:num w:numId="9">
    <w:abstractNumId w:val="1"/>
  </w:num>
  <w:num w:numId="10">
    <w:abstractNumId w:val="25"/>
  </w:num>
  <w:num w:numId="11">
    <w:abstractNumId w:val="16"/>
  </w:num>
  <w:num w:numId="12">
    <w:abstractNumId w:val="17"/>
  </w:num>
  <w:num w:numId="13">
    <w:abstractNumId w:val="8"/>
  </w:num>
  <w:num w:numId="14">
    <w:abstractNumId w:val="4"/>
  </w:num>
  <w:num w:numId="15">
    <w:abstractNumId w:val="14"/>
  </w:num>
  <w:num w:numId="16">
    <w:abstractNumId w:val="28"/>
  </w:num>
  <w:num w:numId="17">
    <w:abstractNumId w:val="19"/>
  </w:num>
  <w:num w:numId="18">
    <w:abstractNumId w:val="29"/>
  </w:num>
  <w:num w:numId="19">
    <w:abstractNumId w:val="15"/>
  </w:num>
  <w:num w:numId="20">
    <w:abstractNumId w:val="10"/>
  </w:num>
  <w:num w:numId="21">
    <w:abstractNumId w:val="7"/>
  </w:num>
  <w:num w:numId="22">
    <w:abstractNumId w:val="0"/>
  </w:num>
  <w:num w:numId="23">
    <w:abstractNumId w:val="11"/>
  </w:num>
  <w:num w:numId="24">
    <w:abstractNumId w:val="22"/>
  </w:num>
  <w:num w:numId="25">
    <w:abstractNumId w:val="3"/>
  </w:num>
  <w:num w:numId="26">
    <w:abstractNumId w:val="23"/>
  </w:num>
  <w:num w:numId="27">
    <w:abstractNumId w:val="26"/>
  </w:num>
  <w:num w:numId="28">
    <w:abstractNumId w:val="5"/>
  </w:num>
  <w:num w:numId="29">
    <w:abstractNumId w:val="2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1gMQ8B1TFV5PgGPeLJAL+Ku8YkY77htN7XgY4+o7iJZLgPKX+iyN0rQpbdgU+KfNitZOuHB1FwS8+9sp9zJIw==" w:salt="71M10qj4+RAfmcaDpglFdA=="/>
  <w:defaultTabStop w:val="708"/>
  <w:hyphenationZone w:val="283"/>
  <w:noPunctuationKerning/>
  <w:characterSpacingControl w:val="doNotCompress"/>
  <w:hdrShapeDefaults>
    <o:shapedefaults v:ext="edit" spidmax="199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307E"/>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41C4"/>
    <w:rsid w:val="000754D7"/>
    <w:rsid w:val="000823A4"/>
    <w:rsid w:val="00084490"/>
    <w:rsid w:val="0008510E"/>
    <w:rsid w:val="00085A5C"/>
    <w:rsid w:val="00086188"/>
    <w:rsid w:val="00086487"/>
    <w:rsid w:val="00094C19"/>
    <w:rsid w:val="000952EB"/>
    <w:rsid w:val="000A363B"/>
    <w:rsid w:val="000A4DA4"/>
    <w:rsid w:val="000B1D42"/>
    <w:rsid w:val="000B42E2"/>
    <w:rsid w:val="000B502B"/>
    <w:rsid w:val="000B6B93"/>
    <w:rsid w:val="000C240A"/>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002B"/>
    <w:rsid w:val="000F4720"/>
    <w:rsid w:val="000F4F4E"/>
    <w:rsid w:val="000F6608"/>
    <w:rsid w:val="000F6F1E"/>
    <w:rsid w:val="000F75DA"/>
    <w:rsid w:val="000F7BC6"/>
    <w:rsid w:val="000F7C70"/>
    <w:rsid w:val="0010004E"/>
    <w:rsid w:val="001007D5"/>
    <w:rsid w:val="00100A8B"/>
    <w:rsid w:val="00102A44"/>
    <w:rsid w:val="00104113"/>
    <w:rsid w:val="00104D26"/>
    <w:rsid w:val="00105106"/>
    <w:rsid w:val="001079BB"/>
    <w:rsid w:val="0011103E"/>
    <w:rsid w:val="00111725"/>
    <w:rsid w:val="001119E6"/>
    <w:rsid w:val="0011341A"/>
    <w:rsid w:val="00115AC0"/>
    <w:rsid w:val="001169FC"/>
    <w:rsid w:val="00116A50"/>
    <w:rsid w:val="00116BEE"/>
    <w:rsid w:val="001209ED"/>
    <w:rsid w:val="00121B6B"/>
    <w:rsid w:val="0012205C"/>
    <w:rsid w:val="00126B3E"/>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7056"/>
    <w:rsid w:val="0015762D"/>
    <w:rsid w:val="00162214"/>
    <w:rsid w:val="00162ED3"/>
    <w:rsid w:val="00163778"/>
    <w:rsid w:val="00164D9E"/>
    <w:rsid w:val="0016502A"/>
    <w:rsid w:val="00166F71"/>
    <w:rsid w:val="00167ACD"/>
    <w:rsid w:val="001705E0"/>
    <w:rsid w:val="00171539"/>
    <w:rsid w:val="00176C01"/>
    <w:rsid w:val="00177F01"/>
    <w:rsid w:val="001805B4"/>
    <w:rsid w:val="00183A65"/>
    <w:rsid w:val="00184FA8"/>
    <w:rsid w:val="00185B15"/>
    <w:rsid w:val="00190D1C"/>
    <w:rsid w:val="00192FAB"/>
    <w:rsid w:val="00195370"/>
    <w:rsid w:val="00195F70"/>
    <w:rsid w:val="001964E0"/>
    <w:rsid w:val="00197B36"/>
    <w:rsid w:val="001A1515"/>
    <w:rsid w:val="001A3602"/>
    <w:rsid w:val="001A5C88"/>
    <w:rsid w:val="001A795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00D8"/>
    <w:rsid w:val="001F2B96"/>
    <w:rsid w:val="001F36FD"/>
    <w:rsid w:val="001F4A58"/>
    <w:rsid w:val="001F6AE9"/>
    <w:rsid w:val="001F7F18"/>
    <w:rsid w:val="00200F1D"/>
    <w:rsid w:val="00202E76"/>
    <w:rsid w:val="0020304D"/>
    <w:rsid w:val="00204842"/>
    <w:rsid w:val="00206085"/>
    <w:rsid w:val="00211494"/>
    <w:rsid w:val="00211926"/>
    <w:rsid w:val="0021334C"/>
    <w:rsid w:val="00216DEA"/>
    <w:rsid w:val="00217B48"/>
    <w:rsid w:val="00222FCA"/>
    <w:rsid w:val="002241BE"/>
    <w:rsid w:val="00224703"/>
    <w:rsid w:val="00225669"/>
    <w:rsid w:val="00227274"/>
    <w:rsid w:val="0023372B"/>
    <w:rsid w:val="00235018"/>
    <w:rsid w:val="00237CC4"/>
    <w:rsid w:val="00240CCC"/>
    <w:rsid w:val="00242DCD"/>
    <w:rsid w:val="002430A6"/>
    <w:rsid w:val="002476AF"/>
    <w:rsid w:val="00247991"/>
    <w:rsid w:val="00251963"/>
    <w:rsid w:val="00251A4D"/>
    <w:rsid w:val="00252F3F"/>
    <w:rsid w:val="00253043"/>
    <w:rsid w:val="0025414D"/>
    <w:rsid w:val="0026037B"/>
    <w:rsid w:val="002637D2"/>
    <w:rsid w:val="00264D14"/>
    <w:rsid w:val="00264EC7"/>
    <w:rsid w:val="00270F2A"/>
    <w:rsid w:val="00271808"/>
    <w:rsid w:val="0027224E"/>
    <w:rsid w:val="00272CD1"/>
    <w:rsid w:val="00273A4C"/>
    <w:rsid w:val="002747A0"/>
    <w:rsid w:val="00275143"/>
    <w:rsid w:val="0027582E"/>
    <w:rsid w:val="00275966"/>
    <w:rsid w:val="00276980"/>
    <w:rsid w:val="002835AA"/>
    <w:rsid w:val="00286529"/>
    <w:rsid w:val="00290FE8"/>
    <w:rsid w:val="002919B5"/>
    <w:rsid w:val="00292147"/>
    <w:rsid w:val="00292F25"/>
    <w:rsid w:val="002965EA"/>
    <w:rsid w:val="00297B12"/>
    <w:rsid w:val="00297F7D"/>
    <w:rsid w:val="002A299A"/>
    <w:rsid w:val="002B14FB"/>
    <w:rsid w:val="002B3557"/>
    <w:rsid w:val="002B4D7B"/>
    <w:rsid w:val="002B6353"/>
    <w:rsid w:val="002B63FE"/>
    <w:rsid w:val="002C3A29"/>
    <w:rsid w:val="002D1002"/>
    <w:rsid w:val="002D3EFF"/>
    <w:rsid w:val="002D5F59"/>
    <w:rsid w:val="002D7DD3"/>
    <w:rsid w:val="002E1C35"/>
    <w:rsid w:val="002E260B"/>
    <w:rsid w:val="002E3F8A"/>
    <w:rsid w:val="002E685E"/>
    <w:rsid w:val="002F058E"/>
    <w:rsid w:val="002F12F7"/>
    <w:rsid w:val="002F3165"/>
    <w:rsid w:val="002F3574"/>
    <w:rsid w:val="002F413E"/>
    <w:rsid w:val="002F4631"/>
    <w:rsid w:val="002F538A"/>
    <w:rsid w:val="002F6C97"/>
    <w:rsid w:val="002F793E"/>
    <w:rsid w:val="003008D9"/>
    <w:rsid w:val="003044D5"/>
    <w:rsid w:val="003056EB"/>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40B21"/>
    <w:rsid w:val="0034193D"/>
    <w:rsid w:val="003424E8"/>
    <w:rsid w:val="00342C4E"/>
    <w:rsid w:val="00342EF4"/>
    <w:rsid w:val="00343CA4"/>
    <w:rsid w:val="0034465D"/>
    <w:rsid w:val="00344D59"/>
    <w:rsid w:val="00345975"/>
    <w:rsid w:val="0034657C"/>
    <w:rsid w:val="00346B5D"/>
    <w:rsid w:val="00346C67"/>
    <w:rsid w:val="0035572E"/>
    <w:rsid w:val="00356176"/>
    <w:rsid w:val="00356E7D"/>
    <w:rsid w:val="003574A8"/>
    <w:rsid w:val="00357F1B"/>
    <w:rsid w:val="003652E3"/>
    <w:rsid w:val="00371984"/>
    <w:rsid w:val="00373C00"/>
    <w:rsid w:val="00385198"/>
    <w:rsid w:val="00387443"/>
    <w:rsid w:val="00387E4E"/>
    <w:rsid w:val="003916F8"/>
    <w:rsid w:val="00393D8B"/>
    <w:rsid w:val="003945CB"/>
    <w:rsid w:val="003967DC"/>
    <w:rsid w:val="00396D8A"/>
    <w:rsid w:val="0039755F"/>
    <w:rsid w:val="003A6936"/>
    <w:rsid w:val="003A7F94"/>
    <w:rsid w:val="003B1614"/>
    <w:rsid w:val="003B2E41"/>
    <w:rsid w:val="003B6FA7"/>
    <w:rsid w:val="003C08F8"/>
    <w:rsid w:val="003C261B"/>
    <w:rsid w:val="003C43D9"/>
    <w:rsid w:val="003D0EAF"/>
    <w:rsid w:val="003D1EFB"/>
    <w:rsid w:val="003D254D"/>
    <w:rsid w:val="003D42A4"/>
    <w:rsid w:val="003D5806"/>
    <w:rsid w:val="003D5A31"/>
    <w:rsid w:val="003D6D2A"/>
    <w:rsid w:val="003D781D"/>
    <w:rsid w:val="003D7951"/>
    <w:rsid w:val="003D7FDE"/>
    <w:rsid w:val="003E1B4B"/>
    <w:rsid w:val="003E380E"/>
    <w:rsid w:val="003E6E26"/>
    <w:rsid w:val="003E739B"/>
    <w:rsid w:val="003F1099"/>
    <w:rsid w:val="003F3842"/>
    <w:rsid w:val="003F3893"/>
    <w:rsid w:val="003F471B"/>
    <w:rsid w:val="003F73EE"/>
    <w:rsid w:val="0040188C"/>
    <w:rsid w:val="00401EAB"/>
    <w:rsid w:val="00402097"/>
    <w:rsid w:val="00403706"/>
    <w:rsid w:val="00405C07"/>
    <w:rsid w:val="00406DBE"/>
    <w:rsid w:val="00407AC4"/>
    <w:rsid w:val="00410D77"/>
    <w:rsid w:val="0041209A"/>
    <w:rsid w:val="0041379D"/>
    <w:rsid w:val="00417403"/>
    <w:rsid w:val="0042055F"/>
    <w:rsid w:val="004208DF"/>
    <w:rsid w:val="00421336"/>
    <w:rsid w:val="00421A65"/>
    <w:rsid w:val="00423322"/>
    <w:rsid w:val="00424574"/>
    <w:rsid w:val="0042689C"/>
    <w:rsid w:val="00426943"/>
    <w:rsid w:val="00426B9B"/>
    <w:rsid w:val="00431627"/>
    <w:rsid w:val="0043414D"/>
    <w:rsid w:val="00434B3C"/>
    <w:rsid w:val="004377C6"/>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6FC"/>
    <w:rsid w:val="00464D9F"/>
    <w:rsid w:val="00466857"/>
    <w:rsid w:val="00470E15"/>
    <w:rsid w:val="0047137E"/>
    <w:rsid w:val="0047186A"/>
    <w:rsid w:val="00472AEB"/>
    <w:rsid w:val="0047428A"/>
    <w:rsid w:val="00476047"/>
    <w:rsid w:val="00481C7F"/>
    <w:rsid w:val="0048224E"/>
    <w:rsid w:val="004870FD"/>
    <w:rsid w:val="00487DB4"/>
    <w:rsid w:val="00493CA2"/>
    <w:rsid w:val="0049799E"/>
    <w:rsid w:val="004A27D2"/>
    <w:rsid w:val="004A32A2"/>
    <w:rsid w:val="004A33DC"/>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313E5"/>
    <w:rsid w:val="00531DCC"/>
    <w:rsid w:val="005325A9"/>
    <w:rsid w:val="0053329D"/>
    <w:rsid w:val="0053433D"/>
    <w:rsid w:val="0053553B"/>
    <w:rsid w:val="00537D4A"/>
    <w:rsid w:val="00540863"/>
    <w:rsid w:val="00541460"/>
    <w:rsid w:val="00543199"/>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774DD"/>
    <w:rsid w:val="00580A3F"/>
    <w:rsid w:val="00581261"/>
    <w:rsid w:val="00581473"/>
    <w:rsid w:val="00582AB3"/>
    <w:rsid w:val="00583255"/>
    <w:rsid w:val="005910A9"/>
    <w:rsid w:val="00593849"/>
    <w:rsid w:val="00594568"/>
    <w:rsid w:val="00594F37"/>
    <w:rsid w:val="00595614"/>
    <w:rsid w:val="005967C2"/>
    <w:rsid w:val="005A0394"/>
    <w:rsid w:val="005A0FEF"/>
    <w:rsid w:val="005A183D"/>
    <w:rsid w:val="005A5A9A"/>
    <w:rsid w:val="005B040A"/>
    <w:rsid w:val="005B4714"/>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1E2"/>
    <w:rsid w:val="005F22EA"/>
    <w:rsid w:val="005F2CD0"/>
    <w:rsid w:val="005F3607"/>
    <w:rsid w:val="005F5734"/>
    <w:rsid w:val="005F686B"/>
    <w:rsid w:val="00601EAC"/>
    <w:rsid w:val="00602057"/>
    <w:rsid w:val="0060287D"/>
    <w:rsid w:val="00606CAF"/>
    <w:rsid w:val="006138AD"/>
    <w:rsid w:val="00613A21"/>
    <w:rsid w:val="006155CE"/>
    <w:rsid w:val="0061697B"/>
    <w:rsid w:val="00616FB7"/>
    <w:rsid w:val="006238A1"/>
    <w:rsid w:val="00623C2D"/>
    <w:rsid w:val="006243D1"/>
    <w:rsid w:val="006326E3"/>
    <w:rsid w:val="00632AC9"/>
    <w:rsid w:val="00632B04"/>
    <w:rsid w:val="006336C7"/>
    <w:rsid w:val="00633EB5"/>
    <w:rsid w:val="00634778"/>
    <w:rsid w:val="006361B6"/>
    <w:rsid w:val="00641D2F"/>
    <w:rsid w:val="006420E3"/>
    <w:rsid w:val="00643B75"/>
    <w:rsid w:val="00645F36"/>
    <w:rsid w:val="0064677A"/>
    <w:rsid w:val="00652660"/>
    <w:rsid w:val="006545AD"/>
    <w:rsid w:val="00655B54"/>
    <w:rsid w:val="00656151"/>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26EC"/>
    <w:rsid w:val="006C44EB"/>
    <w:rsid w:val="006D0A76"/>
    <w:rsid w:val="006D143A"/>
    <w:rsid w:val="006D3EA3"/>
    <w:rsid w:val="006D603F"/>
    <w:rsid w:val="006D764D"/>
    <w:rsid w:val="006E0B38"/>
    <w:rsid w:val="006E3078"/>
    <w:rsid w:val="006E419F"/>
    <w:rsid w:val="006E4A02"/>
    <w:rsid w:val="006E4E8C"/>
    <w:rsid w:val="006E65BB"/>
    <w:rsid w:val="006E6A4A"/>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AD5"/>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C6C"/>
    <w:rsid w:val="00752EEC"/>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1AC2"/>
    <w:rsid w:val="007A2454"/>
    <w:rsid w:val="007A3BA0"/>
    <w:rsid w:val="007A430A"/>
    <w:rsid w:val="007A4721"/>
    <w:rsid w:val="007A528D"/>
    <w:rsid w:val="007A7BAC"/>
    <w:rsid w:val="007B7BBD"/>
    <w:rsid w:val="007C0B99"/>
    <w:rsid w:val="007C7AE6"/>
    <w:rsid w:val="007D01AF"/>
    <w:rsid w:val="007D419E"/>
    <w:rsid w:val="007D677E"/>
    <w:rsid w:val="007D6A84"/>
    <w:rsid w:val="007D73A7"/>
    <w:rsid w:val="007E6800"/>
    <w:rsid w:val="007E6847"/>
    <w:rsid w:val="007E7E6F"/>
    <w:rsid w:val="007F10EA"/>
    <w:rsid w:val="007F2DD5"/>
    <w:rsid w:val="007F2EAC"/>
    <w:rsid w:val="007F45B9"/>
    <w:rsid w:val="007F46AC"/>
    <w:rsid w:val="007F703A"/>
    <w:rsid w:val="007F7919"/>
    <w:rsid w:val="008028D7"/>
    <w:rsid w:val="00803095"/>
    <w:rsid w:val="00803C52"/>
    <w:rsid w:val="00811098"/>
    <w:rsid w:val="00811422"/>
    <w:rsid w:val="008121F6"/>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5784"/>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42CD"/>
    <w:rsid w:val="008658BE"/>
    <w:rsid w:val="0086663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36AF"/>
    <w:rsid w:val="008D4FDC"/>
    <w:rsid w:val="008D7167"/>
    <w:rsid w:val="008D7600"/>
    <w:rsid w:val="008E21F9"/>
    <w:rsid w:val="008E220D"/>
    <w:rsid w:val="008E2478"/>
    <w:rsid w:val="008E4616"/>
    <w:rsid w:val="008E6275"/>
    <w:rsid w:val="008E717E"/>
    <w:rsid w:val="009016D7"/>
    <w:rsid w:val="00901ED2"/>
    <w:rsid w:val="00902106"/>
    <w:rsid w:val="009023E5"/>
    <w:rsid w:val="00902E35"/>
    <w:rsid w:val="00910BAF"/>
    <w:rsid w:val="00911594"/>
    <w:rsid w:val="0091180A"/>
    <w:rsid w:val="00912B68"/>
    <w:rsid w:val="00912F41"/>
    <w:rsid w:val="00914070"/>
    <w:rsid w:val="00914E10"/>
    <w:rsid w:val="009176F6"/>
    <w:rsid w:val="00927E10"/>
    <w:rsid w:val="0093036A"/>
    <w:rsid w:val="009307C0"/>
    <w:rsid w:val="009323F7"/>
    <w:rsid w:val="00932F92"/>
    <w:rsid w:val="009479D7"/>
    <w:rsid w:val="00950CE1"/>
    <w:rsid w:val="00952983"/>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1393"/>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D60AC"/>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37946"/>
    <w:rsid w:val="00A4104C"/>
    <w:rsid w:val="00A4180C"/>
    <w:rsid w:val="00A442E9"/>
    <w:rsid w:val="00A459F2"/>
    <w:rsid w:val="00A46105"/>
    <w:rsid w:val="00A47168"/>
    <w:rsid w:val="00A471E6"/>
    <w:rsid w:val="00A51563"/>
    <w:rsid w:val="00A51CC4"/>
    <w:rsid w:val="00A51DD1"/>
    <w:rsid w:val="00A53285"/>
    <w:rsid w:val="00A54A53"/>
    <w:rsid w:val="00A578CB"/>
    <w:rsid w:val="00A60682"/>
    <w:rsid w:val="00A630EB"/>
    <w:rsid w:val="00A66231"/>
    <w:rsid w:val="00A7128C"/>
    <w:rsid w:val="00A71758"/>
    <w:rsid w:val="00A770AD"/>
    <w:rsid w:val="00A77408"/>
    <w:rsid w:val="00A80C16"/>
    <w:rsid w:val="00A81466"/>
    <w:rsid w:val="00A81E15"/>
    <w:rsid w:val="00A834AD"/>
    <w:rsid w:val="00A83587"/>
    <w:rsid w:val="00A849FE"/>
    <w:rsid w:val="00A857E6"/>
    <w:rsid w:val="00A9283B"/>
    <w:rsid w:val="00AA1F06"/>
    <w:rsid w:val="00AA21B9"/>
    <w:rsid w:val="00AA43F9"/>
    <w:rsid w:val="00AA54B9"/>
    <w:rsid w:val="00AA6621"/>
    <w:rsid w:val="00AA6BB6"/>
    <w:rsid w:val="00AB1E1A"/>
    <w:rsid w:val="00AB33C3"/>
    <w:rsid w:val="00AB435B"/>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2257"/>
    <w:rsid w:val="00AF2BDD"/>
    <w:rsid w:val="00AF4B5B"/>
    <w:rsid w:val="00AF68F4"/>
    <w:rsid w:val="00B00B6B"/>
    <w:rsid w:val="00B024FC"/>
    <w:rsid w:val="00B038A8"/>
    <w:rsid w:val="00B05F0F"/>
    <w:rsid w:val="00B06095"/>
    <w:rsid w:val="00B12243"/>
    <w:rsid w:val="00B123B0"/>
    <w:rsid w:val="00B145E4"/>
    <w:rsid w:val="00B15371"/>
    <w:rsid w:val="00B1633B"/>
    <w:rsid w:val="00B17A00"/>
    <w:rsid w:val="00B17AC8"/>
    <w:rsid w:val="00B24443"/>
    <w:rsid w:val="00B25C4A"/>
    <w:rsid w:val="00B2777F"/>
    <w:rsid w:val="00B27DD6"/>
    <w:rsid w:val="00B34A2B"/>
    <w:rsid w:val="00B34C66"/>
    <w:rsid w:val="00B3583D"/>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17DA9"/>
    <w:rsid w:val="00C220E3"/>
    <w:rsid w:val="00C26C31"/>
    <w:rsid w:val="00C27A5B"/>
    <w:rsid w:val="00C27B80"/>
    <w:rsid w:val="00C30B87"/>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29F7"/>
    <w:rsid w:val="00CF361D"/>
    <w:rsid w:val="00CF443E"/>
    <w:rsid w:val="00CF4EBF"/>
    <w:rsid w:val="00CF7613"/>
    <w:rsid w:val="00D017A0"/>
    <w:rsid w:val="00D01FC7"/>
    <w:rsid w:val="00D0318E"/>
    <w:rsid w:val="00D0572A"/>
    <w:rsid w:val="00D06CCA"/>
    <w:rsid w:val="00D1180C"/>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4C1"/>
    <w:rsid w:val="00D77AF9"/>
    <w:rsid w:val="00D800BF"/>
    <w:rsid w:val="00D80FD7"/>
    <w:rsid w:val="00D83D4E"/>
    <w:rsid w:val="00D86680"/>
    <w:rsid w:val="00D87967"/>
    <w:rsid w:val="00D905EC"/>
    <w:rsid w:val="00D921BC"/>
    <w:rsid w:val="00D9245B"/>
    <w:rsid w:val="00D9253B"/>
    <w:rsid w:val="00D9607F"/>
    <w:rsid w:val="00D96365"/>
    <w:rsid w:val="00D97D03"/>
    <w:rsid w:val="00DA1A79"/>
    <w:rsid w:val="00DA348A"/>
    <w:rsid w:val="00DA5647"/>
    <w:rsid w:val="00DA7DF1"/>
    <w:rsid w:val="00DB12B3"/>
    <w:rsid w:val="00DB22DF"/>
    <w:rsid w:val="00DB2546"/>
    <w:rsid w:val="00DB2BD1"/>
    <w:rsid w:val="00DB357E"/>
    <w:rsid w:val="00DB3EA3"/>
    <w:rsid w:val="00DB44A3"/>
    <w:rsid w:val="00DB4B27"/>
    <w:rsid w:val="00DB6D38"/>
    <w:rsid w:val="00DC2041"/>
    <w:rsid w:val="00DC22E1"/>
    <w:rsid w:val="00DC3BA3"/>
    <w:rsid w:val="00DC3FBF"/>
    <w:rsid w:val="00DC70E8"/>
    <w:rsid w:val="00DD2238"/>
    <w:rsid w:val="00DD5E8F"/>
    <w:rsid w:val="00DD6844"/>
    <w:rsid w:val="00DE1107"/>
    <w:rsid w:val="00DE15B8"/>
    <w:rsid w:val="00DE25C1"/>
    <w:rsid w:val="00DE2821"/>
    <w:rsid w:val="00DE32C9"/>
    <w:rsid w:val="00DE4871"/>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53841"/>
    <w:rsid w:val="00E60C7D"/>
    <w:rsid w:val="00E61E0F"/>
    <w:rsid w:val="00E621E0"/>
    <w:rsid w:val="00E62CDD"/>
    <w:rsid w:val="00E63A37"/>
    <w:rsid w:val="00E6638F"/>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4FD0"/>
    <w:rsid w:val="00ED132E"/>
    <w:rsid w:val="00ED1865"/>
    <w:rsid w:val="00ED2E80"/>
    <w:rsid w:val="00ED4EED"/>
    <w:rsid w:val="00ED4EF2"/>
    <w:rsid w:val="00ED72C2"/>
    <w:rsid w:val="00EE771F"/>
    <w:rsid w:val="00EE7EA5"/>
    <w:rsid w:val="00EF08FC"/>
    <w:rsid w:val="00EF105E"/>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B4"/>
    <w:rsid w:val="00F658DB"/>
    <w:rsid w:val="00F701F2"/>
    <w:rsid w:val="00F70CA6"/>
    <w:rsid w:val="00F717E3"/>
    <w:rsid w:val="00F718B6"/>
    <w:rsid w:val="00F72063"/>
    <w:rsid w:val="00F72130"/>
    <w:rsid w:val="00F74364"/>
    <w:rsid w:val="00F751FC"/>
    <w:rsid w:val="00F77738"/>
    <w:rsid w:val="00F77D0C"/>
    <w:rsid w:val="00F8195F"/>
    <w:rsid w:val="00F82433"/>
    <w:rsid w:val="00F82E2F"/>
    <w:rsid w:val="00F830D9"/>
    <w:rsid w:val="00F83191"/>
    <w:rsid w:val="00F833E2"/>
    <w:rsid w:val="00F8468E"/>
    <w:rsid w:val="00F860B6"/>
    <w:rsid w:val="00F877D4"/>
    <w:rsid w:val="00F92F4E"/>
    <w:rsid w:val="00F94010"/>
    <w:rsid w:val="00FA2475"/>
    <w:rsid w:val="00FA5183"/>
    <w:rsid w:val="00FA545E"/>
    <w:rsid w:val="00FA5E02"/>
    <w:rsid w:val="00FA6F45"/>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1"/>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 w:type="table" w:customStyle="1" w:styleId="TableNormal">
    <w:name w:val="Table Normal"/>
    <w:uiPriority w:val="2"/>
    <w:semiHidden/>
    <w:unhideWhenUsed/>
    <w:qFormat/>
    <w:rsid w:val="00C17DA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17DA9"/>
    <w:pPr>
      <w:widowControl w:val="0"/>
      <w:autoSpaceDE w:val="0"/>
      <w:autoSpaceDN w:val="0"/>
    </w:pPr>
    <w:rPr>
      <w:rFonts w:ascii="Calibri Light" w:eastAsia="Calibri Light" w:hAnsi="Calibri Light" w:cs="Calibri Ligh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569659036">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0C8EC40258954155AFA217430D6DA28A"/>
        <w:category>
          <w:name w:val="Generale"/>
          <w:gallery w:val="placeholder"/>
        </w:category>
        <w:types>
          <w:type w:val="bbPlcHdr"/>
        </w:types>
        <w:behaviors>
          <w:behavior w:val="content"/>
        </w:behaviors>
        <w:guid w:val="{38631F76-D2E2-47A1-9973-56020D598E3E}"/>
      </w:docPartPr>
      <w:docPartBody>
        <w:p w:rsidR="00786EB2" w:rsidRDefault="0018240F" w:rsidP="0018240F">
          <w:pPr>
            <w:pStyle w:val="0C8EC40258954155AFA217430D6DA28A"/>
          </w:pPr>
          <w:r w:rsidRPr="000D012E">
            <w:rPr>
              <w:rStyle w:val="Testosegnaposto"/>
            </w:rPr>
            <w:t>Fare clic qui per immettere testo.</w:t>
          </w:r>
        </w:p>
      </w:docPartBody>
    </w:docPart>
    <w:docPart>
      <w:docPartPr>
        <w:name w:val="DC1D5944A02B44FF90F585D60E719006"/>
        <w:category>
          <w:name w:val="Generale"/>
          <w:gallery w:val="placeholder"/>
        </w:category>
        <w:types>
          <w:type w:val="bbPlcHdr"/>
        </w:types>
        <w:behaviors>
          <w:behavior w:val="content"/>
        </w:behaviors>
        <w:guid w:val="{E456F6E7-EF8E-4E76-9465-35BE788AA6AF}"/>
      </w:docPartPr>
      <w:docPartBody>
        <w:p w:rsidR="00786EB2" w:rsidRDefault="0018240F" w:rsidP="0018240F">
          <w:pPr>
            <w:pStyle w:val="DC1D5944A02B44FF90F585D60E719006"/>
          </w:pPr>
          <w:r w:rsidRPr="000D012E">
            <w:rPr>
              <w:rStyle w:val="Testosegnaposto"/>
            </w:rPr>
            <w:t>Fare clic qui per immettere testo.</w:t>
          </w:r>
        </w:p>
      </w:docPartBody>
    </w:docPart>
    <w:docPart>
      <w:docPartPr>
        <w:name w:val="571C41B88EDA44B59118F089115B380E"/>
        <w:category>
          <w:name w:val="Generale"/>
          <w:gallery w:val="placeholder"/>
        </w:category>
        <w:types>
          <w:type w:val="bbPlcHdr"/>
        </w:types>
        <w:behaviors>
          <w:behavior w:val="content"/>
        </w:behaviors>
        <w:guid w:val="{D641A4C7-A69F-4A0F-89CF-2A9C1F36C5C2}"/>
      </w:docPartPr>
      <w:docPartBody>
        <w:p w:rsidR="00786EB2" w:rsidRDefault="0018240F" w:rsidP="0018240F">
          <w:pPr>
            <w:pStyle w:val="571C41B88EDA44B59118F089115B380E"/>
          </w:pPr>
          <w:r w:rsidRPr="000D012E">
            <w:rPr>
              <w:rStyle w:val="Testosegnaposto"/>
            </w:rPr>
            <w:t>Fare clic qui per immettere testo.</w:t>
          </w:r>
        </w:p>
      </w:docPartBody>
    </w:docPart>
    <w:docPart>
      <w:docPartPr>
        <w:name w:val="C74DCE8986A64AA4A5DC241AB1442EAA"/>
        <w:category>
          <w:name w:val="Generale"/>
          <w:gallery w:val="placeholder"/>
        </w:category>
        <w:types>
          <w:type w:val="bbPlcHdr"/>
        </w:types>
        <w:behaviors>
          <w:behavior w:val="content"/>
        </w:behaviors>
        <w:guid w:val="{E22E5C80-AAD9-4AF3-99D6-8FC818208103}"/>
      </w:docPartPr>
      <w:docPartBody>
        <w:p w:rsidR="00786EB2" w:rsidRDefault="0018240F" w:rsidP="0018240F">
          <w:pPr>
            <w:pStyle w:val="C74DCE8986A64AA4A5DC241AB1442EAA"/>
          </w:pPr>
          <w:r w:rsidRPr="000D012E">
            <w:rPr>
              <w:rStyle w:val="Testosegnaposto"/>
            </w:rPr>
            <w:t>Fare clic qui per immettere testo.</w:t>
          </w:r>
        </w:p>
      </w:docPartBody>
    </w:docPart>
    <w:docPart>
      <w:docPartPr>
        <w:name w:val="FF47770D5AF94AD4891ED27EFB41B2B4"/>
        <w:category>
          <w:name w:val="Generale"/>
          <w:gallery w:val="placeholder"/>
        </w:category>
        <w:types>
          <w:type w:val="bbPlcHdr"/>
        </w:types>
        <w:behaviors>
          <w:behavior w:val="content"/>
        </w:behaviors>
        <w:guid w:val="{C779205C-BD91-4E85-8B1F-51D9F427D779}"/>
      </w:docPartPr>
      <w:docPartBody>
        <w:p w:rsidR="00224E1D" w:rsidRDefault="006811C8" w:rsidP="006811C8">
          <w:pPr>
            <w:pStyle w:val="FF47770D5AF94AD4891ED27EFB41B2B4"/>
          </w:pPr>
          <w:r w:rsidRPr="007176B6">
            <w:rPr>
              <w:rStyle w:val="Testosegnaposto"/>
            </w:rPr>
            <w:t>Fare clic qui per immettere testo.</w:t>
          </w:r>
        </w:p>
      </w:docPartBody>
    </w:docPart>
    <w:docPart>
      <w:docPartPr>
        <w:name w:val="278EB68FA0E743EE97DAF441B94BB948"/>
        <w:category>
          <w:name w:val="Generale"/>
          <w:gallery w:val="placeholder"/>
        </w:category>
        <w:types>
          <w:type w:val="bbPlcHdr"/>
        </w:types>
        <w:behaviors>
          <w:behavior w:val="content"/>
        </w:behaviors>
        <w:guid w:val="{6B7A0DED-4C40-493C-A62B-5A4EC9655EF6}"/>
      </w:docPartPr>
      <w:docPartBody>
        <w:p w:rsidR="00224E1D" w:rsidRDefault="006811C8" w:rsidP="006811C8">
          <w:pPr>
            <w:pStyle w:val="278EB68FA0E743EE97DAF441B94BB948"/>
          </w:pPr>
          <w:r w:rsidRPr="007176B6">
            <w:rPr>
              <w:rStyle w:val="Testosegnaposto"/>
            </w:rPr>
            <w:t>Fare clic qui per immettere testo.</w:t>
          </w:r>
        </w:p>
      </w:docPartBody>
    </w:docPart>
    <w:docPart>
      <w:docPartPr>
        <w:name w:val="3BC24B1C0D3D4070A60830FFA9971B74"/>
        <w:category>
          <w:name w:val="Generale"/>
          <w:gallery w:val="placeholder"/>
        </w:category>
        <w:types>
          <w:type w:val="bbPlcHdr"/>
        </w:types>
        <w:behaviors>
          <w:behavior w:val="content"/>
        </w:behaviors>
        <w:guid w:val="{2FF521B1-C85C-4B80-BB7B-A04A71741781}"/>
      </w:docPartPr>
      <w:docPartBody>
        <w:p w:rsidR="00224E1D" w:rsidRDefault="006811C8" w:rsidP="006811C8">
          <w:pPr>
            <w:pStyle w:val="3BC24B1C0D3D4070A60830FFA9971B74"/>
          </w:pPr>
          <w:r w:rsidRPr="007176B6">
            <w:rPr>
              <w:rStyle w:val="Testosegnaposto"/>
            </w:rPr>
            <w:t>Fare clic qui per immettere testo.</w:t>
          </w:r>
        </w:p>
      </w:docPartBody>
    </w:docPart>
    <w:docPart>
      <w:docPartPr>
        <w:name w:val="3ED3FB00BE3C42498F9083755DE426EB"/>
        <w:category>
          <w:name w:val="Generale"/>
          <w:gallery w:val="placeholder"/>
        </w:category>
        <w:types>
          <w:type w:val="bbPlcHdr"/>
        </w:types>
        <w:behaviors>
          <w:behavior w:val="content"/>
        </w:behaviors>
        <w:guid w:val="{2DF42DE5-80F1-4319-A11F-FB56AFCD1C88}"/>
      </w:docPartPr>
      <w:docPartBody>
        <w:p w:rsidR="00224E1D" w:rsidRDefault="006811C8" w:rsidP="006811C8">
          <w:pPr>
            <w:pStyle w:val="3ED3FB00BE3C42498F9083755DE426EB"/>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0E2C50"/>
    <w:rsid w:val="001755D1"/>
    <w:rsid w:val="0018240F"/>
    <w:rsid w:val="00224E1D"/>
    <w:rsid w:val="002825DF"/>
    <w:rsid w:val="002E60E3"/>
    <w:rsid w:val="002F6FDA"/>
    <w:rsid w:val="003609E6"/>
    <w:rsid w:val="0042115E"/>
    <w:rsid w:val="0055333A"/>
    <w:rsid w:val="005F0467"/>
    <w:rsid w:val="0060516A"/>
    <w:rsid w:val="006811C8"/>
    <w:rsid w:val="006B43FE"/>
    <w:rsid w:val="00702EC3"/>
    <w:rsid w:val="00712E23"/>
    <w:rsid w:val="007557D9"/>
    <w:rsid w:val="00786EB2"/>
    <w:rsid w:val="008B5DA5"/>
    <w:rsid w:val="0091600E"/>
    <w:rsid w:val="00931F7D"/>
    <w:rsid w:val="00A33B61"/>
    <w:rsid w:val="00A36EA6"/>
    <w:rsid w:val="00BA2CC2"/>
    <w:rsid w:val="00BB799F"/>
    <w:rsid w:val="00BC66C6"/>
    <w:rsid w:val="00C835CA"/>
    <w:rsid w:val="00CA3DAF"/>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811C8"/>
    <w:rPr>
      <w:color w:val="808080"/>
    </w:rPr>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B5DFEE6755EA4A0DAECFD48BD5923131">
    <w:name w:val="B5DFEE6755EA4A0DAECFD48BD5923131"/>
    <w:rsid w:val="00BC66C6"/>
  </w:style>
  <w:style w:type="paragraph" w:customStyle="1" w:styleId="C25E60C929754753A54B91AB8E15481E">
    <w:name w:val="C25E60C929754753A54B91AB8E15481E"/>
    <w:rsid w:val="00BC66C6"/>
  </w:style>
  <w:style w:type="paragraph" w:customStyle="1" w:styleId="0C8EC40258954155AFA217430D6DA28A">
    <w:name w:val="0C8EC40258954155AFA217430D6DA28A"/>
    <w:rsid w:val="0018240F"/>
  </w:style>
  <w:style w:type="paragraph" w:customStyle="1" w:styleId="DC1D5944A02B44FF90F585D60E719006">
    <w:name w:val="DC1D5944A02B44FF90F585D60E719006"/>
    <w:rsid w:val="0018240F"/>
  </w:style>
  <w:style w:type="paragraph" w:customStyle="1" w:styleId="571C41B88EDA44B59118F089115B380E">
    <w:name w:val="571C41B88EDA44B59118F089115B380E"/>
    <w:rsid w:val="0018240F"/>
  </w:style>
  <w:style w:type="paragraph" w:customStyle="1" w:styleId="C74DCE8986A64AA4A5DC241AB1442EAA">
    <w:name w:val="C74DCE8986A64AA4A5DC241AB1442EAA"/>
    <w:rsid w:val="0018240F"/>
  </w:style>
  <w:style w:type="paragraph" w:customStyle="1" w:styleId="FF47770D5AF94AD4891ED27EFB41B2B4">
    <w:name w:val="FF47770D5AF94AD4891ED27EFB41B2B4"/>
    <w:rsid w:val="006811C8"/>
  </w:style>
  <w:style w:type="paragraph" w:customStyle="1" w:styleId="278EB68FA0E743EE97DAF441B94BB948">
    <w:name w:val="278EB68FA0E743EE97DAF441B94BB948"/>
    <w:rsid w:val="006811C8"/>
  </w:style>
  <w:style w:type="paragraph" w:customStyle="1" w:styleId="3BC24B1C0D3D4070A60830FFA9971B74">
    <w:name w:val="3BC24B1C0D3D4070A60830FFA9971B74"/>
    <w:rsid w:val="006811C8"/>
  </w:style>
  <w:style w:type="paragraph" w:customStyle="1" w:styleId="3ED3FB00BE3C42498F9083755DE426EB">
    <w:name w:val="3ED3FB00BE3C42498F9083755DE426EB"/>
    <w:rsid w:val="006811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5B6A9-D701-4326-A8E1-9D453E1C0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8D2DEF1D</Template>
  <TotalTime>409</TotalTime>
  <Pages>4</Pages>
  <Words>1228</Words>
  <Characters>7739</Characters>
  <Application>Microsoft Office Word</Application>
  <DocSecurity>0</DocSecurity>
  <Lines>64</Lines>
  <Paragraphs>17</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213</cp:revision>
  <cp:lastPrinted>2017-02-15T13:15:00Z</cp:lastPrinted>
  <dcterms:created xsi:type="dcterms:W3CDTF">2016-11-08T14:49:00Z</dcterms:created>
  <dcterms:modified xsi:type="dcterms:W3CDTF">2025-05-07T09:45:00Z</dcterms:modified>
</cp:coreProperties>
</file>